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2FF" w:rsidRPr="00544666" w:rsidRDefault="00E902FF" w:rsidP="00E902FF">
      <w:pPr>
        <w:ind w:left="2126" w:hanging="2126"/>
        <w:jc w:val="center"/>
        <w:rPr>
          <w:rFonts w:eastAsia="Calibri"/>
          <w:b/>
          <w:sz w:val="20"/>
          <w:szCs w:val="20"/>
          <w:lang w:eastAsia="en-US"/>
        </w:rPr>
      </w:pPr>
      <w:bookmarkStart w:id="0" w:name="_GoBack"/>
      <w:bookmarkEnd w:id="0"/>
      <w:r w:rsidRPr="00544666">
        <w:rPr>
          <w:rFonts w:eastAsia="Calibri"/>
          <w:b/>
          <w:sz w:val="20"/>
          <w:szCs w:val="20"/>
          <w:lang w:eastAsia="en-US"/>
        </w:rPr>
        <w:t>VLOGA ZA DOTACIJO ZA</w:t>
      </w:r>
    </w:p>
    <w:p w:rsidR="00E902FF" w:rsidRPr="00544666" w:rsidRDefault="00124154" w:rsidP="00E902FF">
      <w:pPr>
        <w:ind w:left="2126" w:hanging="2126"/>
        <w:jc w:val="center"/>
        <w:rPr>
          <w:rFonts w:eastAsia="Calibri"/>
          <w:b/>
          <w:sz w:val="20"/>
          <w:szCs w:val="20"/>
          <w:lang w:eastAsia="en-US"/>
        </w:rPr>
      </w:pPr>
      <w:r w:rsidRPr="00544666">
        <w:rPr>
          <w:rFonts w:eastAsia="Calibri"/>
          <w:b/>
          <w:sz w:val="20"/>
          <w:szCs w:val="20"/>
          <w:lang w:eastAsia="en-US"/>
        </w:rPr>
        <w:t>SPODBUJA</w:t>
      </w:r>
      <w:r w:rsidR="00E902FF" w:rsidRPr="00544666">
        <w:rPr>
          <w:rFonts w:eastAsia="Calibri"/>
          <w:b/>
          <w:sz w:val="20"/>
          <w:szCs w:val="20"/>
          <w:lang w:eastAsia="en-US"/>
        </w:rPr>
        <w:t>NJE ODPIRANJA NOVIH DELOVNIH MEST IN SAMOZAPOSLOVANJA</w:t>
      </w:r>
    </w:p>
    <w:p w:rsidR="00E902FF" w:rsidRPr="00544666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544666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Krijejo se upravičeni str</w:t>
      </w:r>
      <w:r w:rsidR="00142E17" w:rsidRPr="00544666">
        <w:rPr>
          <w:rFonts w:eastAsia="Calibri"/>
          <w:sz w:val="20"/>
          <w:szCs w:val="20"/>
          <w:lang w:eastAsia="en-US"/>
        </w:rPr>
        <w:t xml:space="preserve">oški do 100% oziroma največ </w:t>
      </w:r>
      <w:r w:rsidR="003633C6">
        <w:rPr>
          <w:rFonts w:eastAsia="Calibri"/>
          <w:sz w:val="20"/>
          <w:szCs w:val="20"/>
          <w:lang w:eastAsia="en-US"/>
        </w:rPr>
        <w:t xml:space="preserve">1000 </w:t>
      </w:r>
      <w:r w:rsidR="00142E17" w:rsidRPr="00544666">
        <w:rPr>
          <w:rFonts w:eastAsia="Calibri"/>
          <w:sz w:val="20"/>
          <w:szCs w:val="20"/>
          <w:lang w:eastAsia="en-US"/>
        </w:rPr>
        <w:t>€ za posamezno delovno mesto</w:t>
      </w:r>
      <w:r w:rsidRPr="00544666">
        <w:rPr>
          <w:rFonts w:eastAsia="Calibri"/>
          <w:sz w:val="20"/>
          <w:szCs w:val="20"/>
          <w:lang w:eastAsia="en-US"/>
        </w:rPr>
        <w:t xml:space="preserve">  </w:t>
      </w:r>
    </w:p>
    <w:p w:rsidR="00E902FF" w:rsidRPr="00544666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544666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544666" w:rsidRDefault="005339C0" w:rsidP="00E902FF">
      <w:pPr>
        <w:numPr>
          <w:ilvl w:val="0"/>
          <w:numId w:val="14"/>
        </w:numPr>
        <w:jc w:val="both"/>
        <w:rPr>
          <w:rFonts w:eastAsia="Calibri"/>
          <w:b/>
          <w:sz w:val="20"/>
          <w:szCs w:val="20"/>
          <w:lang w:eastAsia="en-US"/>
        </w:rPr>
      </w:pPr>
      <w:r w:rsidRPr="00544666">
        <w:rPr>
          <w:rFonts w:eastAsia="Calibri"/>
          <w:b/>
          <w:sz w:val="20"/>
          <w:szCs w:val="20"/>
          <w:lang w:eastAsia="en-US"/>
        </w:rPr>
        <w:t>VLAGATELJ</w:t>
      </w:r>
      <w:r w:rsidR="00E902FF" w:rsidRPr="00544666">
        <w:rPr>
          <w:rFonts w:eastAsia="Calibri"/>
          <w:b/>
          <w:sz w:val="20"/>
          <w:szCs w:val="20"/>
          <w:lang w:eastAsia="en-US"/>
        </w:rPr>
        <w:t xml:space="preserve"> (podatki enako kot v registraciji)  </w:t>
      </w:r>
    </w:p>
    <w:p w:rsidR="00E902FF" w:rsidRPr="00544666" w:rsidRDefault="00E902FF" w:rsidP="00E902FF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</w:p>
    <w:p w:rsidR="00E902FF" w:rsidRPr="00544666" w:rsidRDefault="005339C0" w:rsidP="00E902FF">
      <w:pPr>
        <w:numPr>
          <w:ilvl w:val="1"/>
          <w:numId w:val="14"/>
        </w:numPr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 Naziv vlagatelja:</w:t>
      </w:r>
      <w:r w:rsidR="00E902FF" w:rsidRPr="00544666">
        <w:rPr>
          <w:rFonts w:eastAsia="Calibri"/>
          <w:sz w:val="20"/>
          <w:szCs w:val="20"/>
          <w:lang w:eastAsia="en-US"/>
        </w:rPr>
        <w:t xml:space="preserve">  </w:t>
      </w:r>
      <w:permStart w:id="1354528894" w:edGrp="everyone"/>
      <w:r w:rsidR="00E902FF" w:rsidRPr="00544666">
        <w:rPr>
          <w:rFonts w:eastAsia="Calibri"/>
          <w:sz w:val="20"/>
          <w:szCs w:val="20"/>
          <w:lang w:eastAsia="en-US"/>
        </w:rPr>
        <w:t>___________________________________________________</w:t>
      </w:r>
      <w:permEnd w:id="1354528894"/>
    </w:p>
    <w:p w:rsidR="00E902FF" w:rsidRPr="00544666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544666" w:rsidRDefault="005339C0" w:rsidP="005339C0">
      <w:pPr>
        <w:numPr>
          <w:ilvl w:val="1"/>
          <w:numId w:val="14"/>
        </w:numPr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 Sedež vlagatelja: </w:t>
      </w:r>
      <w:permStart w:id="1033962393" w:edGrp="everyone"/>
      <w:r w:rsidRPr="00544666">
        <w:rPr>
          <w:rFonts w:eastAsia="Calibri"/>
          <w:sz w:val="20"/>
          <w:szCs w:val="20"/>
          <w:lang w:eastAsia="en-US"/>
        </w:rPr>
        <w:t>_______</w:t>
      </w:r>
      <w:r w:rsidR="00E902FF" w:rsidRPr="00544666">
        <w:rPr>
          <w:rFonts w:eastAsia="Calibri"/>
          <w:sz w:val="20"/>
          <w:szCs w:val="20"/>
          <w:lang w:eastAsia="en-US"/>
        </w:rPr>
        <w:t>________________________________________________</w:t>
      </w:r>
      <w:permEnd w:id="1033962393"/>
    </w:p>
    <w:p w:rsidR="00E902FF" w:rsidRPr="00544666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339C0" w:rsidRPr="00544666" w:rsidRDefault="005339C0" w:rsidP="00455D72">
      <w:pPr>
        <w:pStyle w:val="Odstavekseznama"/>
        <w:numPr>
          <w:ilvl w:val="1"/>
          <w:numId w:val="14"/>
        </w:numPr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Matična številka podjetja  </w:t>
      </w:r>
      <w:permStart w:id="864492469" w:edGrp="everyone"/>
      <w:r w:rsidRPr="00544666">
        <w:rPr>
          <w:rFonts w:eastAsia="Calibri"/>
          <w:sz w:val="20"/>
          <w:szCs w:val="20"/>
          <w:lang w:eastAsia="en-US"/>
        </w:rPr>
        <w:t>________________________________________________________</w:t>
      </w:r>
      <w:permEnd w:id="864492469"/>
    </w:p>
    <w:p w:rsidR="00455D72" w:rsidRPr="00544666" w:rsidRDefault="00455D72" w:rsidP="00455D72">
      <w:pPr>
        <w:jc w:val="both"/>
        <w:rPr>
          <w:rFonts w:eastAsia="Calibri"/>
          <w:sz w:val="20"/>
          <w:szCs w:val="20"/>
          <w:lang w:eastAsia="en-US"/>
        </w:rPr>
      </w:pPr>
    </w:p>
    <w:p w:rsidR="005339C0" w:rsidRPr="00544666" w:rsidRDefault="005339C0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permStart w:id="2059497579" w:edGrp="everyone"/>
      <w:r w:rsidRPr="00544666">
        <w:rPr>
          <w:rFonts w:eastAsia="Calibri"/>
          <w:sz w:val="20"/>
          <w:szCs w:val="20"/>
          <w:lang w:eastAsia="en-US"/>
        </w:rPr>
        <w:t>1.4</w:t>
      </w:r>
      <w:r w:rsidR="00455D72" w:rsidRPr="00544666">
        <w:rPr>
          <w:rFonts w:eastAsia="Calibri"/>
          <w:sz w:val="20"/>
          <w:szCs w:val="20"/>
          <w:lang w:eastAsia="en-US"/>
        </w:rPr>
        <w:t>.</w:t>
      </w:r>
      <w:r w:rsidR="009D2598">
        <w:rPr>
          <w:rFonts w:eastAsia="Calibri"/>
          <w:sz w:val="20"/>
          <w:szCs w:val="20"/>
          <w:lang w:eastAsia="en-US"/>
        </w:rPr>
        <w:t xml:space="preserve"> </w:t>
      </w:r>
      <w:r w:rsidRPr="00544666">
        <w:rPr>
          <w:rFonts w:eastAsia="Calibri"/>
          <w:sz w:val="20"/>
          <w:szCs w:val="20"/>
          <w:lang w:eastAsia="en-US"/>
        </w:rPr>
        <w:t>Davčna številka_________________________________________________________________</w:t>
      </w:r>
    </w:p>
    <w:permEnd w:id="2059497579"/>
    <w:p w:rsidR="00455D72" w:rsidRPr="00544666" w:rsidRDefault="00455D72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339C0" w:rsidRPr="00544666" w:rsidRDefault="005339C0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1.5. Davčni zavezanec        </w:t>
      </w:r>
      <w:permStart w:id="1501627393" w:edGrp="everyone"/>
      <w:r w:rsidRPr="00544666">
        <w:rPr>
          <w:rFonts w:eastAsia="Calibri"/>
          <w:sz w:val="20"/>
          <w:szCs w:val="20"/>
          <w:lang w:eastAsia="en-US"/>
        </w:rPr>
        <w:t>DA      NE</w:t>
      </w:r>
      <w:permEnd w:id="1501627393"/>
    </w:p>
    <w:p w:rsidR="00455D72" w:rsidRPr="00544666" w:rsidRDefault="00455D72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339C0" w:rsidRPr="00544666" w:rsidRDefault="005339C0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1.6. Številka transakcijskega računa </w:t>
      </w:r>
      <w:permStart w:id="1707638374" w:edGrp="everyone"/>
      <w:r w:rsidRPr="00544666">
        <w:rPr>
          <w:rFonts w:eastAsia="Calibri"/>
          <w:sz w:val="20"/>
          <w:szCs w:val="20"/>
          <w:lang w:eastAsia="en-US"/>
        </w:rPr>
        <w:t>____________________________________________________</w:t>
      </w:r>
      <w:permEnd w:id="1707638374"/>
    </w:p>
    <w:p w:rsidR="00455D72" w:rsidRPr="00544666" w:rsidRDefault="00455D72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339C0" w:rsidRPr="00544666" w:rsidRDefault="005339C0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1.7. Naslov banke, pri kateri je odprt  transakcijski račun, preko katerega posluje </w:t>
      </w:r>
    </w:p>
    <w:p w:rsidR="00455D72" w:rsidRPr="00544666" w:rsidRDefault="00455D72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339C0" w:rsidRPr="00544666" w:rsidRDefault="005339C0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1.8. Priimek in ime odgovorne osebe (zakoniti zastopnik): </w:t>
      </w:r>
      <w:permStart w:id="1670669214" w:edGrp="everyone"/>
      <w:r w:rsidRPr="00544666">
        <w:rPr>
          <w:rFonts w:eastAsia="Calibri"/>
          <w:sz w:val="20"/>
          <w:szCs w:val="20"/>
          <w:lang w:eastAsia="en-US"/>
        </w:rPr>
        <w:t>_______________________________</w:t>
      </w:r>
      <w:permEnd w:id="1670669214"/>
    </w:p>
    <w:p w:rsidR="00455D72" w:rsidRPr="00544666" w:rsidRDefault="00455D72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339C0" w:rsidRPr="00544666" w:rsidRDefault="005339C0" w:rsidP="005339C0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1.9. Ime lastnika (v primeru večjega števila lastnikov)  </w:t>
      </w:r>
    </w:p>
    <w:p w:rsidR="005339C0" w:rsidRPr="00544666" w:rsidRDefault="005339C0" w:rsidP="005339C0">
      <w:pPr>
        <w:ind w:left="2126" w:hanging="2126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Navedite  s</w:t>
      </w:r>
      <w:r w:rsidR="00455D72" w:rsidRPr="00544666">
        <w:rPr>
          <w:rFonts w:eastAsia="Calibri"/>
          <w:sz w:val="20"/>
          <w:szCs w:val="20"/>
          <w:lang w:eastAsia="en-US"/>
        </w:rPr>
        <w:t xml:space="preserve">amo tiste z največjim deležem) </w:t>
      </w:r>
      <w:permStart w:id="347829993" w:edGrp="everyone"/>
      <w:r w:rsidRPr="00544666">
        <w:rPr>
          <w:rFonts w:eastAsia="Calibri"/>
          <w:sz w:val="20"/>
          <w:szCs w:val="20"/>
          <w:lang w:eastAsia="en-US"/>
        </w:rPr>
        <w:t>_______________________________________________</w:t>
      </w:r>
      <w:permEnd w:id="347829993"/>
    </w:p>
    <w:p w:rsidR="003633C6" w:rsidRDefault="003633C6" w:rsidP="005339C0">
      <w:pPr>
        <w:ind w:left="2126" w:hanging="2126"/>
        <w:rPr>
          <w:rFonts w:eastAsia="Calibri"/>
          <w:sz w:val="20"/>
          <w:szCs w:val="20"/>
          <w:lang w:eastAsia="en-US"/>
        </w:rPr>
      </w:pPr>
    </w:p>
    <w:p w:rsidR="005339C0" w:rsidRPr="00544666" w:rsidRDefault="005339C0" w:rsidP="005339C0">
      <w:pPr>
        <w:ind w:left="2126" w:hanging="2126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1.10. Tel. št. vlagatelja: </w:t>
      </w:r>
      <w:permStart w:id="1310984741" w:edGrp="everyone"/>
      <w:r w:rsidRPr="00544666">
        <w:rPr>
          <w:rFonts w:eastAsia="Calibri"/>
          <w:sz w:val="20"/>
          <w:szCs w:val="20"/>
          <w:lang w:eastAsia="en-US"/>
        </w:rPr>
        <w:t>______________________________</w:t>
      </w:r>
      <w:permEnd w:id="1310984741"/>
    </w:p>
    <w:p w:rsidR="003633C6" w:rsidRDefault="003633C6" w:rsidP="003633C6">
      <w:pPr>
        <w:jc w:val="both"/>
        <w:rPr>
          <w:rFonts w:eastAsia="Calibri"/>
          <w:sz w:val="20"/>
          <w:szCs w:val="20"/>
          <w:lang w:eastAsia="en-US"/>
        </w:rPr>
      </w:pPr>
    </w:p>
    <w:p w:rsidR="005339C0" w:rsidRPr="00544666" w:rsidRDefault="005339C0" w:rsidP="003633C6">
      <w:pPr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1.11. E-mail vlagatelja: </w:t>
      </w:r>
      <w:permStart w:id="2114522709" w:edGrp="everyone"/>
      <w:r w:rsidRPr="00544666">
        <w:rPr>
          <w:rFonts w:eastAsia="Calibri"/>
          <w:sz w:val="20"/>
          <w:szCs w:val="20"/>
          <w:lang w:eastAsia="en-US"/>
        </w:rPr>
        <w:t>______________________________</w:t>
      </w:r>
      <w:permEnd w:id="2114522709"/>
    </w:p>
    <w:p w:rsidR="00455D72" w:rsidRPr="00544666" w:rsidRDefault="00455D72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F4238E" w:rsidRPr="00544666" w:rsidRDefault="00CF5714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1.12. Glavna dejavnost podjetja in SKD številka</w:t>
      </w:r>
      <w:r w:rsidR="00F4238E" w:rsidRPr="00544666">
        <w:rPr>
          <w:rFonts w:eastAsia="Calibri"/>
          <w:sz w:val="20"/>
          <w:szCs w:val="20"/>
          <w:lang w:eastAsia="en-US"/>
        </w:rPr>
        <w:t xml:space="preserve">: </w:t>
      </w:r>
      <w:permStart w:id="924349575" w:edGrp="everyone"/>
      <w:r w:rsidR="00F4238E" w:rsidRPr="00544666">
        <w:rPr>
          <w:rFonts w:eastAsia="Calibri"/>
          <w:sz w:val="20"/>
          <w:szCs w:val="20"/>
          <w:lang w:eastAsia="en-US"/>
        </w:rPr>
        <w:t>____________________________</w:t>
      </w:r>
      <w:permEnd w:id="924349575"/>
    </w:p>
    <w:p w:rsidR="00455D72" w:rsidRPr="00544666" w:rsidRDefault="00455D72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544666" w:rsidRDefault="00F4238E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1.13. Pravna ali fizična oblika podjetja, ki je ustanovljena v skladu z zakonodajo v RS – o</w:t>
      </w:r>
      <w:permStart w:id="2057981422" w:edGrp="everyone"/>
      <w:permEnd w:id="2057981422"/>
      <w:r w:rsidRPr="00544666">
        <w:rPr>
          <w:rFonts w:eastAsia="Calibri"/>
          <w:sz w:val="20"/>
          <w:szCs w:val="20"/>
          <w:lang w:eastAsia="en-US"/>
        </w:rPr>
        <w:t>bkroži:</w:t>
      </w:r>
    </w:p>
    <w:p w:rsidR="00F4238E" w:rsidRPr="00544666" w:rsidRDefault="007E50DF" w:rsidP="007E50DF">
      <w:pPr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             </w:t>
      </w:r>
      <w:permStart w:id="1239033289" w:edGrp="everyone"/>
      <w:r w:rsidR="00F4238E" w:rsidRPr="00544666">
        <w:rPr>
          <w:rFonts w:eastAsia="Calibri"/>
          <w:sz w:val="20"/>
          <w:szCs w:val="20"/>
          <w:lang w:eastAsia="en-US"/>
        </w:rPr>
        <w:t>a)</w:t>
      </w:r>
      <w:permEnd w:id="1239033289"/>
      <w:r w:rsidR="00F4238E" w:rsidRPr="00544666">
        <w:rPr>
          <w:rFonts w:eastAsia="Calibri"/>
          <w:sz w:val="20"/>
          <w:szCs w:val="20"/>
          <w:lang w:eastAsia="en-US"/>
        </w:rPr>
        <w:t xml:space="preserve"> gospodarska družba: </w:t>
      </w:r>
      <w:permStart w:id="1181484053" w:edGrp="everyone"/>
      <w:r w:rsidR="00F4238E" w:rsidRPr="00544666">
        <w:rPr>
          <w:rFonts w:eastAsia="Calibri"/>
          <w:sz w:val="20"/>
          <w:szCs w:val="20"/>
          <w:lang w:eastAsia="en-US"/>
        </w:rPr>
        <w:t>____________________</w:t>
      </w:r>
      <w:permEnd w:id="1181484053"/>
    </w:p>
    <w:p w:rsidR="00F4238E" w:rsidRPr="00544666" w:rsidRDefault="007E50DF" w:rsidP="007E50DF">
      <w:pPr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             </w:t>
      </w:r>
      <w:permStart w:id="127692850" w:edGrp="everyone"/>
      <w:r w:rsidR="00F4238E" w:rsidRPr="00544666">
        <w:rPr>
          <w:rFonts w:eastAsia="Calibri"/>
          <w:sz w:val="20"/>
          <w:szCs w:val="20"/>
          <w:lang w:eastAsia="en-US"/>
        </w:rPr>
        <w:t>b)</w:t>
      </w:r>
      <w:permEnd w:id="127692850"/>
      <w:r w:rsidR="00F4238E" w:rsidRPr="00544666">
        <w:rPr>
          <w:rFonts w:eastAsia="Calibri"/>
          <w:sz w:val="20"/>
          <w:szCs w:val="20"/>
          <w:lang w:eastAsia="en-US"/>
        </w:rPr>
        <w:t xml:space="preserve"> samostojni podjetnik posameznik</w:t>
      </w:r>
    </w:p>
    <w:p w:rsidR="00F4238E" w:rsidRPr="00544666" w:rsidRDefault="007E50DF" w:rsidP="007E50DF">
      <w:pPr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             </w:t>
      </w:r>
      <w:permStart w:id="995299503" w:edGrp="everyone"/>
      <w:r w:rsidR="00F4238E" w:rsidRPr="00544666">
        <w:rPr>
          <w:rFonts w:eastAsia="Calibri"/>
          <w:sz w:val="20"/>
          <w:szCs w:val="20"/>
          <w:lang w:eastAsia="en-US"/>
        </w:rPr>
        <w:t xml:space="preserve">c) </w:t>
      </w:r>
      <w:permEnd w:id="995299503"/>
      <w:r w:rsidR="00F4238E" w:rsidRPr="00544666">
        <w:rPr>
          <w:rFonts w:eastAsia="Calibri"/>
          <w:sz w:val="20"/>
          <w:szCs w:val="20"/>
          <w:lang w:eastAsia="en-US"/>
        </w:rPr>
        <w:t>socialno podjetje (potrebno je priložiti uradno dokazilo o statusu socialnega podjetja)</w:t>
      </w:r>
    </w:p>
    <w:p w:rsidR="00F4238E" w:rsidRPr="00544666" w:rsidRDefault="007E50DF" w:rsidP="007E50DF">
      <w:pPr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             </w:t>
      </w:r>
      <w:permStart w:id="1309544303" w:edGrp="everyone"/>
      <w:r w:rsidR="00F4238E" w:rsidRPr="00544666">
        <w:rPr>
          <w:rFonts w:eastAsia="Calibri"/>
          <w:sz w:val="20"/>
          <w:szCs w:val="20"/>
          <w:lang w:eastAsia="en-US"/>
        </w:rPr>
        <w:t>d)</w:t>
      </w:r>
      <w:permEnd w:id="1309544303"/>
      <w:r w:rsidR="00F4238E" w:rsidRPr="00544666">
        <w:rPr>
          <w:rFonts w:eastAsia="Calibri"/>
          <w:sz w:val="20"/>
          <w:szCs w:val="20"/>
          <w:lang w:eastAsia="en-US"/>
        </w:rPr>
        <w:t xml:space="preserve"> drugo: </w:t>
      </w:r>
      <w:permStart w:id="1988510567" w:edGrp="everyone"/>
      <w:r w:rsidR="00F4238E" w:rsidRPr="00544666">
        <w:rPr>
          <w:rFonts w:eastAsia="Calibri"/>
          <w:sz w:val="20"/>
          <w:szCs w:val="20"/>
          <w:lang w:eastAsia="en-US"/>
        </w:rPr>
        <w:t>__________________</w:t>
      </w:r>
      <w:permEnd w:id="1988510567"/>
    </w:p>
    <w:p w:rsidR="00455D72" w:rsidRPr="00544666" w:rsidRDefault="00455D72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544666" w:rsidRDefault="00CF5714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1.14. Velikost enotnega podjetja – obkroži:</w:t>
      </w:r>
    </w:p>
    <w:p w:rsidR="00CF5714" w:rsidRPr="00544666" w:rsidRDefault="00CF5714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          </w:t>
      </w:r>
      <w:permStart w:id="105332870" w:edGrp="everyone"/>
      <w:r w:rsidRPr="00544666">
        <w:rPr>
          <w:rFonts w:eastAsia="Calibri"/>
          <w:sz w:val="20"/>
          <w:szCs w:val="20"/>
          <w:lang w:eastAsia="en-US"/>
        </w:rPr>
        <w:t>a)</w:t>
      </w:r>
      <w:permEnd w:id="105332870"/>
      <w:r w:rsidRPr="00544666">
        <w:rPr>
          <w:rFonts w:eastAsia="Calibri"/>
          <w:sz w:val="20"/>
          <w:szCs w:val="20"/>
          <w:lang w:eastAsia="en-US"/>
        </w:rPr>
        <w:t xml:space="preserve"> mikro           </w:t>
      </w:r>
      <w:permStart w:id="1063064191" w:edGrp="everyone"/>
      <w:r w:rsidRPr="00544666">
        <w:rPr>
          <w:rFonts w:eastAsia="Calibri"/>
          <w:sz w:val="20"/>
          <w:szCs w:val="20"/>
          <w:lang w:eastAsia="en-US"/>
        </w:rPr>
        <w:t>b)</w:t>
      </w:r>
      <w:permEnd w:id="1063064191"/>
      <w:r w:rsidRPr="00544666">
        <w:rPr>
          <w:rFonts w:eastAsia="Calibri"/>
          <w:sz w:val="20"/>
          <w:szCs w:val="20"/>
          <w:lang w:eastAsia="en-US"/>
        </w:rPr>
        <w:t xml:space="preserve"> malo          </w:t>
      </w:r>
      <w:permStart w:id="2145125115" w:edGrp="everyone"/>
      <w:r w:rsidRPr="00544666">
        <w:rPr>
          <w:rFonts w:eastAsia="Calibri"/>
          <w:sz w:val="20"/>
          <w:szCs w:val="20"/>
          <w:lang w:eastAsia="en-US"/>
        </w:rPr>
        <w:t>c)</w:t>
      </w:r>
      <w:permEnd w:id="2145125115"/>
      <w:r w:rsidRPr="00544666">
        <w:rPr>
          <w:rFonts w:eastAsia="Calibri"/>
          <w:sz w:val="20"/>
          <w:szCs w:val="20"/>
          <w:lang w:eastAsia="en-US"/>
        </w:rPr>
        <w:t xml:space="preserve"> srednje      </w:t>
      </w:r>
    </w:p>
    <w:p w:rsidR="0065753C" w:rsidRPr="00544666" w:rsidRDefault="0065753C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CF5714" w:rsidRPr="00544666" w:rsidRDefault="00CF5714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8B44BD" w:rsidRPr="00544666" w:rsidRDefault="008B44BD" w:rsidP="008B44BD">
      <w:pPr>
        <w:jc w:val="both"/>
        <w:rPr>
          <w:b/>
          <w:color w:val="000000"/>
          <w:sz w:val="20"/>
          <w:szCs w:val="20"/>
        </w:rPr>
      </w:pPr>
      <w:r w:rsidRPr="00544666">
        <w:rPr>
          <w:b/>
          <w:color w:val="000000"/>
          <w:sz w:val="20"/>
          <w:szCs w:val="20"/>
        </w:rPr>
        <w:t>Prijavljamo se na Javni razpis za dodelitev finančnih sredstev iz občinskega proračuna za pospeševanje razvoja malega gospodarstva v Občini Vodice, ukrep: spodbujanje odpiranja novih delovnih mest in samozaposlovanja</w:t>
      </w:r>
      <w:r w:rsidR="00455D72" w:rsidRPr="00544666">
        <w:rPr>
          <w:b/>
          <w:color w:val="000000"/>
          <w:sz w:val="20"/>
          <w:szCs w:val="20"/>
        </w:rPr>
        <w:t>.</w:t>
      </w:r>
    </w:p>
    <w:p w:rsidR="00455D72" w:rsidRPr="00544666" w:rsidRDefault="00455D72" w:rsidP="008B44BD">
      <w:pPr>
        <w:jc w:val="both"/>
        <w:rPr>
          <w:b/>
          <w:color w:val="000000"/>
          <w:sz w:val="20"/>
          <w:szCs w:val="20"/>
        </w:rPr>
      </w:pPr>
    </w:p>
    <w:p w:rsidR="00455D72" w:rsidRPr="00544666" w:rsidRDefault="00455D72" w:rsidP="008B44BD">
      <w:pPr>
        <w:jc w:val="both"/>
        <w:rPr>
          <w:b/>
          <w:color w:val="000000"/>
          <w:sz w:val="20"/>
          <w:szCs w:val="20"/>
        </w:rPr>
      </w:pPr>
    </w:p>
    <w:p w:rsidR="00455D72" w:rsidRPr="00544666" w:rsidRDefault="00455D72" w:rsidP="008B44BD">
      <w:pPr>
        <w:jc w:val="both"/>
        <w:rPr>
          <w:b/>
          <w:color w:val="000000"/>
          <w:sz w:val="20"/>
          <w:szCs w:val="20"/>
        </w:rPr>
      </w:pPr>
    </w:p>
    <w:p w:rsidR="00455D72" w:rsidRPr="00544666" w:rsidRDefault="00455D72" w:rsidP="008B44BD">
      <w:pPr>
        <w:jc w:val="both"/>
        <w:rPr>
          <w:b/>
          <w:color w:val="000000"/>
          <w:sz w:val="20"/>
          <w:szCs w:val="20"/>
        </w:rPr>
      </w:pPr>
    </w:p>
    <w:p w:rsidR="00455D72" w:rsidRPr="00544666" w:rsidRDefault="00455D72" w:rsidP="008B44BD">
      <w:pPr>
        <w:jc w:val="both"/>
        <w:rPr>
          <w:b/>
          <w:color w:val="000000"/>
          <w:sz w:val="20"/>
          <w:szCs w:val="20"/>
        </w:rPr>
      </w:pPr>
    </w:p>
    <w:p w:rsidR="00455D72" w:rsidRPr="00544666" w:rsidRDefault="00455D72" w:rsidP="008B44BD">
      <w:pPr>
        <w:jc w:val="both"/>
        <w:rPr>
          <w:b/>
          <w:color w:val="000000"/>
          <w:sz w:val="20"/>
          <w:szCs w:val="20"/>
        </w:rPr>
      </w:pPr>
    </w:p>
    <w:p w:rsidR="00455D72" w:rsidRPr="00544666" w:rsidRDefault="00455D72" w:rsidP="008B44BD">
      <w:pPr>
        <w:jc w:val="both"/>
        <w:rPr>
          <w:b/>
          <w:color w:val="000000"/>
          <w:sz w:val="20"/>
          <w:szCs w:val="20"/>
        </w:rPr>
      </w:pPr>
    </w:p>
    <w:p w:rsidR="00455D72" w:rsidRPr="00544666" w:rsidRDefault="00455D72" w:rsidP="008B44BD">
      <w:pPr>
        <w:jc w:val="both"/>
        <w:rPr>
          <w:b/>
          <w:color w:val="000000"/>
          <w:sz w:val="20"/>
          <w:szCs w:val="20"/>
        </w:rPr>
      </w:pPr>
      <w:r w:rsidRPr="00544666">
        <w:rPr>
          <w:b/>
          <w:color w:val="000000"/>
          <w:sz w:val="20"/>
          <w:szCs w:val="20"/>
        </w:rPr>
        <w:t xml:space="preserve">Kraj in datum: </w:t>
      </w:r>
      <w:permStart w:id="2127524324" w:edGrp="everyone"/>
      <w:r w:rsidRPr="00544666">
        <w:rPr>
          <w:b/>
          <w:color w:val="000000"/>
          <w:sz w:val="20"/>
          <w:szCs w:val="20"/>
        </w:rPr>
        <w:t xml:space="preserve">____________     </w:t>
      </w:r>
      <w:permEnd w:id="2127524324"/>
      <w:r w:rsidRPr="00544666">
        <w:rPr>
          <w:b/>
          <w:color w:val="000000"/>
          <w:sz w:val="20"/>
          <w:szCs w:val="20"/>
        </w:rPr>
        <w:t>Žig podjetja:                           Podpis odgovorne osebe</w:t>
      </w:r>
    </w:p>
    <w:p w:rsidR="008B44BD" w:rsidRPr="00544666" w:rsidRDefault="008B44BD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F4238E" w:rsidRPr="00544666" w:rsidRDefault="00F4238E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544666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544666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544666" w:rsidRDefault="00E902FF" w:rsidP="00E902FF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</w:p>
    <w:p w:rsidR="00A5239D" w:rsidRPr="00544666" w:rsidRDefault="00A5239D" w:rsidP="00E902FF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</w:p>
    <w:p w:rsidR="00A5239D" w:rsidRPr="00544666" w:rsidRDefault="00A5239D" w:rsidP="00A5239D">
      <w:pPr>
        <w:rPr>
          <w:b/>
          <w:sz w:val="20"/>
          <w:szCs w:val="20"/>
        </w:rPr>
      </w:pPr>
      <w:r w:rsidRPr="00544666">
        <w:rPr>
          <w:b/>
          <w:sz w:val="20"/>
          <w:szCs w:val="20"/>
        </w:rPr>
        <w:t>SEDEŽ IN DEJAVNOST PODJETJA</w:t>
      </w: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A5239D" w:rsidRPr="00544666" w:rsidRDefault="00A5239D" w:rsidP="005B4BC1">
      <w:pPr>
        <w:jc w:val="both"/>
        <w:rPr>
          <w:color w:val="000000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632"/>
        <w:gridCol w:w="1428"/>
      </w:tblGrid>
      <w:tr w:rsidR="005B4BC1" w:rsidRPr="00544666" w:rsidTr="00A71694">
        <w:tc>
          <w:tcPr>
            <w:tcW w:w="8188" w:type="dxa"/>
          </w:tcPr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Sedež podjetja je na območju Občine Vodice</w:t>
            </w: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tabs>
                <w:tab w:val="left" w:pos="567"/>
                <w:tab w:val="left" w:pos="993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4666">
              <w:rPr>
                <w:rFonts w:ascii="Arial" w:hAnsi="Arial" w:cs="Arial"/>
                <w:color w:val="000000"/>
                <w:sz w:val="20"/>
                <w:szCs w:val="20"/>
              </w:rPr>
              <w:t>Svojo dejavnost dejansko opravljamo na območju Občine Vodice</w:t>
            </w: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Ukrep zaposlitve oz. samozaposlitve bo izveden na območju Občine Vodice</w:t>
            </w: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516" w:type="dxa"/>
          </w:tcPr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permStart w:id="1534536615" w:edGrp="everyone"/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</w:p>
          <w:permEnd w:id="1534536615"/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permStart w:id="1935548887" w:edGrp="everyone"/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  <w:permStart w:id="649605790" w:edGrp="everyone"/>
            <w:permEnd w:id="1935548887"/>
          </w:p>
          <w:p w:rsidR="003633C6" w:rsidRPr="00544666" w:rsidRDefault="003633C6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  <w:permEnd w:id="649605790"/>
          </w:p>
        </w:tc>
      </w:tr>
      <w:tr w:rsidR="005B4BC1" w:rsidRPr="00544666" w:rsidTr="00A71694">
        <w:tc>
          <w:tcPr>
            <w:tcW w:w="8188" w:type="dxa"/>
          </w:tcPr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Podjetje opravlja dejavnost </w:t>
            </w:r>
            <w:r w:rsidR="00AF4478" w:rsidRPr="0054466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komercialno cestne</w:t>
            </w:r>
            <w:r w:rsidRPr="0054466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 xml:space="preserve"> prevoz</w:t>
            </w:r>
            <w:r w:rsidR="00AF4478" w:rsidRPr="0054466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e tovora</w:t>
            </w:r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</w:t>
            </w: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Podjetje opravlja deja</w:t>
            </w:r>
            <w:r w:rsidR="00AF4478"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vnost komercialno cestne</w:t>
            </w:r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prevoz</w:t>
            </w:r>
            <w:r w:rsidR="00AF4478"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e tovora</w:t>
            </w:r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in druge dejavnosti ter v poslovnih knjigah ločeno vodi evidenco stroškov za druge dejavnosti</w:t>
            </w: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516" w:type="dxa"/>
          </w:tcPr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permStart w:id="1237133085" w:edGrp="everyone"/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  <w:permEnd w:id="1237133085"/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DC758C" w:rsidRPr="00544666" w:rsidRDefault="00DC758C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permStart w:id="1989481632" w:edGrp="everyone"/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  <w:permEnd w:id="1989481632"/>
          </w:p>
        </w:tc>
      </w:tr>
      <w:tr w:rsidR="005B4BC1" w:rsidRPr="00544666" w:rsidTr="00A71694">
        <w:tc>
          <w:tcPr>
            <w:tcW w:w="8188" w:type="dxa"/>
          </w:tcPr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54466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Enotno podjetje</w:t>
            </w:r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– naše podjetje je povezano z drugimi podjetji, in sicer – obkroži</w:t>
            </w: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5B4BC1">
            <w:pPr>
              <w:pStyle w:val="Odstavekseznama"/>
              <w:numPr>
                <w:ilvl w:val="0"/>
                <w:numId w:val="23"/>
              </w:numPr>
              <w:tabs>
                <w:tab w:val="left" w:pos="284"/>
                <w:tab w:val="left" w:pos="426"/>
              </w:tabs>
              <w:ind w:left="284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4666">
              <w:rPr>
                <w:rFonts w:ascii="Arial" w:hAnsi="Arial" w:cs="Arial"/>
                <w:color w:val="000000"/>
                <w:sz w:val="20"/>
                <w:szCs w:val="20"/>
              </w:rPr>
              <w:t>podjetje ima večino glasovalnih pravic delničarjev ali družbenikov drugega podjetja;</w:t>
            </w:r>
          </w:p>
          <w:p w:rsidR="005B4BC1" w:rsidRPr="00544666" w:rsidRDefault="005B4BC1" w:rsidP="005B4BC1">
            <w:pPr>
              <w:numPr>
                <w:ilvl w:val="0"/>
                <w:numId w:val="23"/>
              </w:numPr>
              <w:tabs>
                <w:tab w:val="left" w:pos="284"/>
                <w:tab w:val="left" w:pos="426"/>
              </w:tabs>
              <w:ind w:left="284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4666">
              <w:rPr>
                <w:rFonts w:ascii="Arial" w:hAnsi="Arial" w:cs="Arial"/>
                <w:color w:val="000000"/>
                <w:sz w:val="20"/>
                <w:szCs w:val="20"/>
              </w:rPr>
              <w:t>podjetje ima pravico imenovati ali odpoklicati večino članov upravnega, poslovodnega ali nadzornega organa drugega  podjetja;</w:t>
            </w:r>
          </w:p>
          <w:p w:rsidR="005B4BC1" w:rsidRPr="00544666" w:rsidRDefault="005B4BC1" w:rsidP="005B4BC1">
            <w:pPr>
              <w:numPr>
                <w:ilvl w:val="0"/>
                <w:numId w:val="23"/>
              </w:numPr>
              <w:tabs>
                <w:tab w:val="left" w:pos="284"/>
                <w:tab w:val="left" w:pos="426"/>
              </w:tabs>
              <w:ind w:left="284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4666">
              <w:rPr>
                <w:rFonts w:ascii="Arial" w:hAnsi="Arial" w:cs="Arial"/>
                <w:color w:val="000000"/>
                <w:sz w:val="20"/>
                <w:szCs w:val="20"/>
              </w:rPr>
              <w:t>podjetje ima pravico izvrševati prevladujoč vpliv na drugo podjetje na podlagi pogodbe, sklenjene z navedenim podjetjem, ali določbe v njegovi družbeni pogodbi ali statutu;</w:t>
            </w:r>
          </w:p>
          <w:p w:rsidR="005B4BC1" w:rsidRPr="00544666" w:rsidRDefault="005B4BC1" w:rsidP="005B4BC1">
            <w:pPr>
              <w:numPr>
                <w:ilvl w:val="0"/>
                <w:numId w:val="23"/>
              </w:numPr>
              <w:tabs>
                <w:tab w:val="left" w:pos="284"/>
                <w:tab w:val="left" w:pos="426"/>
              </w:tabs>
              <w:ind w:left="284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4666">
              <w:rPr>
                <w:rFonts w:ascii="Arial" w:hAnsi="Arial" w:cs="Arial"/>
                <w:color w:val="000000"/>
                <w:sz w:val="20"/>
                <w:szCs w:val="20"/>
              </w:rPr>
              <w:t>podjetje,  ki je delničar ali družbenik drugega podjetja, na podlagi dogovora z drugimi delničarji ali družbeniki navedenega podjetja samo nadzoruje večino glasovalnih pravic delničarjev ali družbenikov navedenega podjetja.</w:t>
            </w:r>
          </w:p>
          <w:p w:rsidR="005B4BC1" w:rsidRPr="00544666" w:rsidRDefault="005B4BC1" w:rsidP="00A71694">
            <w:pPr>
              <w:tabs>
                <w:tab w:val="left" w:pos="567"/>
                <w:tab w:val="left" w:pos="993"/>
              </w:tabs>
              <w:ind w:left="42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C758C" w:rsidRPr="00544666" w:rsidRDefault="00DC758C" w:rsidP="00A71694">
            <w:pPr>
              <w:tabs>
                <w:tab w:val="left" w:pos="567"/>
                <w:tab w:val="left" w:pos="993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B4BC1" w:rsidRPr="00544666" w:rsidRDefault="005B4BC1" w:rsidP="00A71694">
            <w:pPr>
              <w:tabs>
                <w:tab w:val="left" w:pos="567"/>
                <w:tab w:val="left" w:pos="993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4666">
              <w:rPr>
                <w:rFonts w:ascii="Arial" w:hAnsi="Arial" w:cs="Arial"/>
                <w:color w:val="000000"/>
                <w:sz w:val="20"/>
                <w:szCs w:val="20"/>
              </w:rPr>
              <w:t xml:space="preserve">V kolikor ste obkrožili z DA pri posameznih razmerjih podjetja z drugimi podjetji, </w:t>
            </w:r>
            <w:r w:rsidRPr="00544666">
              <w:rPr>
                <w:rFonts w:ascii="Arial" w:hAnsi="Arial" w:cs="Arial"/>
                <w:b/>
                <w:color w:val="000000"/>
                <w:sz w:val="20"/>
                <w:szCs w:val="20"/>
              </w:rPr>
              <w:t>morate oddati seznam vseh podjetij, iz katerih je razviden ta pogo</w:t>
            </w:r>
            <w:r w:rsidR="00324F26" w:rsidRPr="00544666">
              <w:rPr>
                <w:rFonts w:ascii="Arial" w:hAnsi="Arial" w:cs="Arial"/>
                <w:b/>
                <w:color w:val="000000"/>
                <w:sz w:val="20"/>
                <w:szCs w:val="20"/>
              </w:rPr>
              <w:t>j (navesti vsa imena podjetij,</w:t>
            </w:r>
            <w:r w:rsidRPr="005446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matične</w:t>
            </w:r>
            <w:r w:rsidR="00324F26" w:rsidRPr="005446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in davčne</w:t>
            </w:r>
            <w:r w:rsidRPr="005446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številke).</w:t>
            </w:r>
            <w:r w:rsidRPr="005446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5B4BC1" w:rsidRPr="00544666" w:rsidRDefault="005B4BC1" w:rsidP="00A71694">
            <w:pPr>
              <w:tabs>
                <w:tab w:val="left" w:pos="567"/>
                <w:tab w:val="left" w:pos="993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B4BC1" w:rsidRPr="00544666" w:rsidRDefault="005B4BC1" w:rsidP="00A71694">
            <w:pPr>
              <w:tabs>
                <w:tab w:val="left" w:pos="567"/>
                <w:tab w:val="left" w:pos="993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B4BC1" w:rsidRPr="00544666" w:rsidRDefault="005B4BC1" w:rsidP="00A71694">
            <w:pPr>
              <w:tabs>
                <w:tab w:val="left" w:pos="567"/>
                <w:tab w:val="left" w:pos="993"/>
              </w:tabs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46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16" w:type="dxa"/>
          </w:tcPr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permStart w:id="1809123721" w:edGrp="everyone"/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  <w:permEnd w:id="1809123721"/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permStart w:id="2042893215" w:edGrp="everyone"/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 NE</w:t>
            </w:r>
            <w:permEnd w:id="2042893215"/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permStart w:id="1718628727" w:edGrp="everyone"/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NE</w:t>
            </w:r>
            <w:permEnd w:id="1718628727"/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permStart w:id="846733902" w:edGrp="everyone"/>
            <w:r w:rsidRPr="00544666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DA  NE</w:t>
            </w:r>
          </w:p>
          <w:permEnd w:id="846733902"/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:rsidR="005B4BC1" w:rsidRPr="00544666" w:rsidRDefault="005B4BC1" w:rsidP="00A7169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</w:tr>
    </w:tbl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6E6815" w:rsidRPr="00544666" w:rsidRDefault="006E6815" w:rsidP="005B4BC1">
      <w:pPr>
        <w:jc w:val="both"/>
        <w:rPr>
          <w:color w:val="000000"/>
          <w:sz w:val="20"/>
          <w:szCs w:val="20"/>
        </w:rPr>
      </w:pPr>
    </w:p>
    <w:p w:rsidR="006E6815" w:rsidRPr="00544666" w:rsidRDefault="006E6815" w:rsidP="005B4BC1">
      <w:pPr>
        <w:jc w:val="both"/>
        <w:rPr>
          <w:color w:val="000000"/>
          <w:sz w:val="20"/>
          <w:szCs w:val="20"/>
        </w:rPr>
      </w:pPr>
    </w:p>
    <w:p w:rsidR="006E6815" w:rsidRPr="00544666" w:rsidRDefault="006E6815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5B4BC1" w:rsidP="005B4BC1">
      <w:pPr>
        <w:jc w:val="both"/>
        <w:rPr>
          <w:sz w:val="20"/>
          <w:szCs w:val="20"/>
        </w:rPr>
      </w:pPr>
    </w:p>
    <w:p w:rsidR="005B4BC1" w:rsidRPr="00544666" w:rsidRDefault="005B4BC1" w:rsidP="005B4BC1">
      <w:pPr>
        <w:jc w:val="both"/>
        <w:rPr>
          <w:sz w:val="20"/>
          <w:szCs w:val="20"/>
        </w:rPr>
      </w:pP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  <w:r w:rsidRPr="00544666">
        <w:rPr>
          <w:sz w:val="20"/>
          <w:szCs w:val="20"/>
        </w:rPr>
        <w:t>Kraj in datum:                                  Žig podjetja                                      Podpis odgovorne osebe:</w:t>
      </w:r>
    </w:p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5B4BC1" w:rsidRPr="00544666" w:rsidRDefault="003633C6" w:rsidP="005B4BC1">
      <w:pPr>
        <w:jc w:val="both"/>
        <w:rPr>
          <w:color w:val="000000"/>
          <w:sz w:val="20"/>
          <w:szCs w:val="20"/>
        </w:rPr>
      </w:pPr>
      <w:permStart w:id="1858040935" w:edGrp="everyone"/>
      <w:r>
        <w:rPr>
          <w:color w:val="000000"/>
          <w:sz w:val="20"/>
          <w:szCs w:val="20"/>
        </w:rPr>
        <w:t xml:space="preserve">                                       </w:t>
      </w:r>
    </w:p>
    <w:permEnd w:id="1858040935"/>
    <w:p w:rsidR="005B4BC1" w:rsidRPr="00544666" w:rsidRDefault="005B4BC1" w:rsidP="005B4BC1">
      <w:pPr>
        <w:jc w:val="both"/>
        <w:rPr>
          <w:color w:val="000000"/>
          <w:sz w:val="20"/>
          <w:szCs w:val="20"/>
        </w:rPr>
      </w:pPr>
    </w:p>
    <w:p w:rsidR="00455D72" w:rsidRPr="00544666" w:rsidRDefault="00455D72" w:rsidP="00E902FF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</w:p>
    <w:p w:rsidR="005B4BC1" w:rsidRPr="00544666" w:rsidRDefault="005B4BC1" w:rsidP="00E902FF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</w:p>
    <w:p w:rsidR="00455D72" w:rsidRPr="00544666" w:rsidRDefault="00455D72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544666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6756B8" w:rsidRPr="00544666" w:rsidRDefault="006756B8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544666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5C4C4F" w:rsidRPr="00544666" w:rsidRDefault="005C4C4F" w:rsidP="005C4C4F">
      <w:pPr>
        <w:spacing w:line="360" w:lineRule="auto"/>
        <w:jc w:val="both"/>
        <w:rPr>
          <w:sz w:val="20"/>
          <w:szCs w:val="20"/>
        </w:rPr>
      </w:pPr>
    </w:p>
    <w:p w:rsidR="00142E17" w:rsidRPr="00544666" w:rsidRDefault="00142E17" w:rsidP="00142E17">
      <w:pPr>
        <w:rPr>
          <w:b/>
          <w:sz w:val="20"/>
          <w:szCs w:val="20"/>
        </w:rPr>
      </w:pPr>
      <w:r w:rsidRPr="00544666">
        <w:rPr>
          <w:b/>
          <w:sz w:val="20"/>
          <w:szCs w:val="20"/>
        </w:rPr>
        <w:t xml:space="preserve">IZJAVA VLAGATELJA </w:t>
      </w:r>
    </w:p>
    <w:p w:rsidR="00142E17" w:rsidRPr="00544666" w:rsidRDefault="00142E17" w:rsidP="00142E17">
      <w:pPr>
        <w:rPr>
          <w:b/>
          <w:sz w:val="20"/>
          <w:szCs w:val="20"/>
        </w:rPr>
      </w:pPr>
    </w:p>
    <w:p w:rsidR="00142E17" w:rsidRPr="00544666" w:rsidRDefault="00142E17" w:rsidP="00142E17">
      <w:pPr>
        <w:rPr>
          <w:b/>
          <w:sz w:val="20"/>
          <w:szCs w:val="20"/>
        </w:rPr>
      </w:pPr>
      <w:r w:rsidRPr="00544666">
        <w:rPr>
          <w:b/>
          <w:sz w:val="20"/>
          <w:szCs w:val="20"/>
        </w:rPr>
        <w:t>Zgor</w:t>
      </w:r>
      <w:r w:rsidR="005063BA" w:rsidRPr="00544666">
        <w:rPr>
          <w:b/>
          <w:sz w:val="20"/>
          <w:szCs w:val="20"/>
        </w:rPr>
        <w:t>aj navedeni vlagatelj izjavljam,</w:t>
      </w:r>
    </w:p>
    <w:p w:rsidR="00142E17" w:rsidRPr="00544666" w:rsidRDefault="00142E17" w:rsidP="00142E17">
      <w:pPr>
        <w:rPr>
          <w:sz w:val="20"/>
          <w:szCs w:val="20"/>
        </w:rPr>
      </w:pPr>
    </w:p>
    <w:p w:rsidR="00142E17" w:rsidRPr="00544666" w:rsidRDefault="00142E17" w:rsidP="00142E17">
      <w:pPr>
        <w:rPr>
          <w:sz w:val="20"/>
          <w:szCs w:val="20"/>
        </w:rPr>
      </w:pPr>
    </w:p>
    <w:p w:rsidR="00142E17" w:rsidRPr="00544666" w:rsidRDefault="00142E17" w:rsidP="00142E17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hAnsi="Arial"/>
          <w:sz w:val="20"/>
          <w:szCs w:val="20"/>
        </w:rPr>
        <w:t xml:space="preserve">da sprejemam pogoje javnega razpisa za </w:t>
      </w:r>
      <w:r w:rsidRPr="00544666">
        <w:rPr>
          <w:rFonts w:ascii="Arial" w:hAnsi="Arial"/>
          <w:bCs/>
          <w:sz w:val="20"/>
          <w:szCs w:val="20"/>
        </w:rPr>
        <w:t>dodelitev finančnih sredstev iz občinskega proračuna za pospeševanje razvoja malega gospodarstva v občini Vodice;</w:t>
      </w:r>
    </w:p>
    <w:p w:rsidR="00142E17" w:rsidRPr="00544666" w:rsidRDefault="00142E17" w:rsidP="00142E17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hAnsi="Arial"/>
          <w:sz w:val="20"/>
          <w:szCs w:val="20"/>
        </w:rPr>
        <w:t>pod kazensko in materialno odgovornostjo,</w:t>
      </w:r>
      <w:r w:rsidRPr="00544666">
        <w:rPr>
          <w:rFonts w:ascii="Arial" w:hAnsi="Arial"/>
          <w:bCs/>
          <w:sz w:val="20"/>
          <w:szCs w:val="20"/>
        </w:rPr>
        <w:t xml:space="preserve"> da so vse navedbe, ki so podane v tej vlogi, resnične in popolne, kar potrjujem s podpisom te vloge;</w:t>
      </w:r>
    </w:p>
    <w:p w:rsidR="00142E17" w:rsidRPr="00544666" w:rsidRDefault="00142E17" w:rsidP="00142E17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hAnsi="Arial"/>
          <w:bCs/>
          <w:sz w:val="20"/>
          <w:szCs w:val="20"/>
        </w:rPr>
        <w:t>da za namen razpisa Občini Vodice dovoljujem pridobitev podatkov iz uradnih evidenc</w:t>
      </w:r>
      <w:r w:rsidR="005063BA" w:rsidRPr="00544666">
        <w:rPr>
          <w:rFonts w:ascii="Arial" w:hAnsi="Arial"/>
          <w:bCs/>
          <w:sz w:val="20"/>
          <w:szCs w:val="20"/>
        </w:rPr>
        <w:t>;</w:t>
      </w:r>
    </w:p>
    <w:p w:rsidR="00142E17" w:rsidRPr="00544666" w:rsidRDefault="00142E17" w:rsidP="00142E17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hAnsi="Arial"/>
          <w:sz w:val="20"/>
          <w:szCs w:val="20"/>
        </w:rPr>
        <w:t>pod kazensko in materialno odgovornostjo, da podjetje ni v težavah;</w:t>
      </w:r>
    </w:p>
    <w:p w:rsidR="00142E17" w:rsidRPr="00544666" w:rsidRDefault="00142E17" w:rsidP="00142E17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hAnsi="Arial"/>
          <w:sz w:val="20"/>
          <w:szCs w:val="20"/>
        </w:rPr>
        <w:t>da podjetje ne posluje z žigom, kolikor kot pravna oseba ne posluje z žigom;</w:t>
      </w:r>
    </w:p>
    <w:p w:rsidR="005063BA" w:rsidRPr="00544666" w:rsidRDefault="00142E17" w:rsidP="00142E17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hAnsi="Arial"/>
          <w:sz w:val="20"/>
          <w:szCs w:val="20"/>
        </w:rPr>
        <w:t xml:space="preserve">pod kazensko in materialno odgovornostjo, da predstavlja razpisana pomoč </w:t>
      </w:r>
      <w:r w:rsidR="005063BA" w:rsidRPr="00544666">
        <w:rPr>
          <w:rFonts w:ascii="Arial" w:hAnsi="Arial"/>
          <w:sz w:val="20"/>
          <w:szCs w:val="20"/>
        </w:rPr>
        <w:t>spodbujanje odpiranja novih delovnih mest oziroma samozaposlovanja;</w:t>
      </w:r>
    </w:p>
    <w:p w:rsidR="00142E17" w:rsidRPr="00544666" w:rsidRDefault="00142E17" w:rsidP="00142E17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hAnsi="Arial"/>
          <w:sz w:val="20"/>
          <w:szCs w:val="20"/>
        </w:rPr>
        <w:t>pod kazensko in materialno odgovornostjo, da za isti namen, kot ga navajamo v vlogi,</w:t>
      </w:r>
      <w:r w:rsidRPr="00544666">
        <w:rPr>
          <w:rFonts w:ascii="Arial" w:hAnsi="Arial"/>
          <w:bCs/>
          <w:sz w:val="20"/>
          <w:szCs w:val="20"/>
        </w:rPr>
        <w:t xml:space="preserve"> </w:t>
      </w:r>
      <w:r w:rsidRPr="00544666">
        <w:rPr>
          <w:rFonts w:ascii="Arial" w:hAnsi="Arial"/>
          <w:sz w:val="20"/>
          <w:szCs w:val="20"/>
        </w:rPr>
        <w:t>še nismo pridobili niti nismo v postopku pridobivanja dodatnih sredstev iz kateregakoli drugega javnega vira</w:t>
      </w:r>
      <w:r w:rsidRPr="00544666">
        <w:rPr>
          <w:rFonts w:ascii="Arial" w:hAnsi="Arial"/>
          <w:color w:val="000000"/>
          <w:sz w:val="20"/>
          <w:szCs w:val="20"/>
        </w:rPr>
        <w:t xml:space="preserve"> (sredstva Republike Slovenije ali EU);</w:t>
      </w:r>
    </w:p>
    <w:p w:rsidR="00142E17" w:rsidRPr="00544666" w:rsidRDefault="00142E17" w:rsidP="00142E17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hAnsi="Arial"/>
          <w:sz w:val="20"/>
          <w:szCs w:val="20"/>
        </w:rPr>
        <w:t>pod kazensko in materialno odgovornostjo, da za iste upravičene stroške</w:t>
      </w:r>
      <w:r w:rsidRPr="00544666">
        <w:rPr>
          <w:rFonts w:ascii="Arial" w:hAnsi="Arial"/>
          <w:bCs/>
          <w:sz w:val="20"/>
          <w:szCs w:val="20"/>
        </w:rPr>
        <w:t xml:space="preserve"> v predhodnih dveh letih in v tekočem proračunskem letu</w:t>
      </w:r>
    </w:p>
    <w:p w:rsidR="00142E17" w:rsidRPr="00544666" w:rsidRDefault="00142E17" w:rsidP="00142E17">
      <w:pPr>
        <w:pStyle w:val="Telobesedila"/>
        <w:numPr>
          <w:ilvl w:val="1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hAnsi="Arial"/>
          <w:sz w:val="20"/>
          <w:szCs w:val="20"/>
        </w:rPr>
        <w:t>še nismo prejeli »de minimis« pomoči</w:t>
      </w:r>
    </w:p>
    <w:p w:rsidR="00142E17" w:rsidRPr="00544666" w:rsidRDefault="00142E17" w:rsidP="00142E17">
      <w:pPr>
        <w:pStyle w:val="Telobesedila"/>
        <w:numPr>
          <w:ilvl w:val="1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hAnsi="Arial"/>
          <w:sz w:val="20"/>
          <w:szCs w:val="20"/>
        </w:rPr>
        <w:t xml:space="preserve">smo prejeli »de minimis« pomoč v višini </w:t>
      </w:r>
      <w:permStart w:id="608661512" w:edGrp="everyone"/>
      <w:r w:rsidRPr="00544666">
        <w:rPr>
          <w:rFonts w:ascii="Arial" w:hAnsi="Arial"/>
          <w:sz w:val="20"/>
          <w:szCs w:val="20"/>
        </w:rPr>
        <w:t xml:space="preserve">___________ </w:t>
      </w:r>
      <w:permEnd w:id="608661512"/>
      <w:r w:rsidRPr="00544666">
        <w:rPr>
          <w:rFonts w:ascii="Arial" w:hAnsi="Arial"/>
          <w:sz w:val="20"/>
          <w:szCs w:val="20"/>
        </w:rPr>
        <w:t xml:space="preserve">EUR, dajalec pomoči je bil/a  </w:t>
      </w:r>
      <w:permStart w:id="1227975969" w:edGrp="everyone"/>
      <w:r w:rsidRPr="00544666">
        <w:rPr>
          <w:rFonts w:ascii="Arial" w:hAnsi="Arial"/>
          <w:sz w:val="20"/>
          <w:szCs w:val="20"/>
        </w:rPr>
        <w:t>_______________;</w:t>
      </w:r>
      <w:permEnd w:id="1227975969"/>
    </w:p>
    <w:p w:rsidR="00142E17" w:rsidRPr="00544666" w:rsidRDefault="00142E17" w:rsidP="00142E17">
      <w:pPr>
        <w:numPr>
          <w:ilvl w:val="0"/>
          <w:numId w:val="28"/>
        </w:numPr>
        <w:jc w:val="both"/>
        <w:rPr>
          <w:bCs/>
          <w:sz w:val="20"/>
          <w:szCs w:val="20"/>
        </w:rPr>
      </w:pPr>
      <w:r w:rsidRPr="00544666">
        <w:rPr>
          <w:bCs/>
          <w:sz w:val="20"/>
          <w:szCs w:val="20"/>
        </w:rPr>
        <w:t>da z dodeljenim zneskom pomoči »de minimis« ne bo presežena zgornja meja »de minimis« pomoči ter intenzivnost pomoči po drugih predpisih;</w:t>
      </w:r>
    </w:p>
    <w:p w:rsidR="005063BA" w:rsidRPr="00544666" w:rsidRDefault="005063BA" w:rsidP="005063BA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eastAsia="Calibri" w:hAnsi="Arial"/>
          <w:sz w:val="20"/>
          <w:szCs w:val="20"/>
          <w:lang w:eastAsia="en-US"/>
        </w:rPr>
        <w:t>da novo delovno mesto predstavlja povečanje števila zaposlenih v podjetju v primerjavi s povprečjem v zadnjih 12 mesecih (v primeru odpiranja novih delovnih mest);</w:t>
      </w:r>
    </w:p>
    <w:p w:rsidR="00A8335B" w:rsidRPr="00544666" w:rsidRDefault="005063BA" w:rsidP="00A8335B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hAnsi="Arial"/>
          <w:bCs/>
          <w:sz w:val="20"/>
          <w:szCs w:val="20"/>
        </w:rPr>
        <w:t>da</w:t>
      </w:r>
      <w:r w:rsidR="00A8335B" w:rsidRPr="00544666">
        <w:rPr>
          <w:rFonts w:ascii="Arial" w:hAnsi="Arial"/>
          <w:bCs/>
          <w:sz w:val="20"/>
          <w:szCs w:val="20"/>
        </w:rPr>
        <w:t xml:space="preserve"> v primeru zaposlitve</w:t>
      </w:r>
      <w:r w:rsidRPr="00544666">
        <w:rPr>
          <w:rFonts w:ascii="Arial" w:hAnsi="Arial"/>
          <w:bCs/>
          <w:sz w:val="20"/>
          <w:szCs w:val="20"/>
        </w:rPr>
        <w:t xml:space="preserve"> br</w:t>
      </w:r>
      <w:r w:rsidR="00A8335B" w:rsidRPr="00544666">
        <w:rPr>
          <w:rFonts w:ascii="Arial" w:hAnsi="Arial"/>
          <w:bCs/>
          <w:sz w:val="20"/>
          <w:szCs w:val="20"/>
        </w:rPr>
        <w:t>ezposelne osebe, ki je predmet prijave na javni razpis</w:t>
      </w:r>
      <w:r w:rsidRPr="00544666">
        <w:rPr>
          <w:rFonts w:ascii="Arial" w:hAnsi="Arial"/>
          <w:bCs/>
          <w:sz w:val="20"/>
          <w:szCs w:val="20"/>
        </w:rPr>
        <w:t>, ni imela zadnje zaposlitve pri upravičencu ali njegovih povezanih družbah</w:t>
      </w:r>
      <w:r w:rsidR="00A8335B" w:rsidRPr="00544666">
        <w:rPr>
          <w:rFonts w:ascii="Arial" w:hAnsi="Arial"/>
          <w:bCs/>
          <w:sz w:val="20"/>
          <w:szCs w:val="20"/>
        </w:rPr>
        <w:t xml:space="preserve"> </w:t>
      </w:r>
      <w:r w:rsidR="00A8335B" w:rsidRPr="00544666">
        <w:rPr>
          <w:rFonts w:ascii="Arial" w:eastAsia="Calibri" w:hAnsi="Arial"/>
          <w:sz w:val="20"/>
          <w:szCs w:val="20"/>
          <w:lang w:eastAsia="en-US"/>
        </w:rPr>
        <w:t>(v primeru odpiranja novih delovnih mest)</w:t>
      </w:r>
      <w:r w:rsidR="00A8335B" w:rsidRPr="00544666">
        <w:rPr>
          <w:rFonts w:ascii="Arial" w:hAnsi="Arial"/>
          <w:iCs/>
          <w:color w:val="000000" w:themeColor="text1"/>
          <w:sz w:val="20"/>
          <w:szCs w:val="20"/>
        </w:rPr>
        <w:t>;</w:t>
      </w:r>
    </w:p>
    <w:p w:rsidR="00A8335B" w:rsidRPr="00544666" w:rsidRDefault="00A8335B" w:rsidP="00A8335B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hAnsi="Arial"/>
          <w:bCs/>
          <w:sz w:val="20"/>
          <w:szCs w:val="20"/>
        </w:rPr>
        <w:t xml:space="preserve">da se bo delovno mesto, za katero je pridobljena pomoč, </w:t>
      </w:r>
      <w:r w:rsidR="00544666" w:rsidRPr="00544666">
        <w:rPr>
          <w:rFonts w:ascii="Arial" w:hAnsi="Arial"/>
          <w:bCs/>
          <w:sz w:val="20"/>
          <w:szCs w:val="20"/>
        </w:rPr>
        <w:t>ohranilo</w:t>
      </w:r>
      <w:r w:rsidRPr="00544666">
        <w:rPr>
          <w:rFonts w:ascii="Arial" w:hAnsi="Arial"/>
          <w:bCs/>
          <w:sz w:val="20"/>
          <w:szCs w:val="20"/>
        </w:rPr>
        <w:t xml:space="preserve"> najmanj dve leti po prejemu pomoči </w:t>
      </w:r>
      <w:r w:rsidRPr="00544666">
        <w:rPr>
          <w:rFonts w:ascii="Arial" w:eastAsia="Calibri" w:hAnsi="Arial"/>
          <w:sz w:val="20"/>
          <w:szCs w:val="20"/>
          <w:lang w:eastAsia="en-US"/>
        </w:rPr>
        <w:t>(v primeru odpiranja novih delovnih mest)</w:t>
      </w:r>
      <w:r w:rsidRPr="00544666">
        <w:rPr>
          <w:rFonts w:ascii="Arial" w:hAnsi="Arial"/>
          <w:iCs/>
          <w:color w:val="000000" w:themeColor="text1"/>
          <w:sz w:val="20"/>
          <w:szCs w:val="20"/>
        </w:rPr>
        <w:t>;</w:t>
      </w:r>
    </w:p>
    <w:p w:rsidR="005063BA" w:rsidRPr="00544666" w:rsidRDefault="005063BA" w:rsidP="005063BA">
      <w:pPr>
        <w:pStyle w:val="Telobesedila"/>
        <w:numPr>
          <w:ilvl w:val="0"/>
          <w:numId w:val="28"/>
        </w:numPr>
        <w:rPr>
          <w:rFonts w:ascii="Arial" w:hAnsi="Arial"/>
          <w:bCs/>
          <w:sz w:val="20"/>
          <w:szCs w:val="20"/>
        </w:rPr>
      </w:pPr>
      <w:r w:rsidRPr="00544666">
        <w:rPr>
          <w:rFonts w:ascii="Arial" w:hAnsi="Arial"/>
          <w:bCs/>
          <w:sz w:val="20"/>
          <w:szCs w:val="20"/>
        </w:rPr>
        <w:t>da bom ostal samozaposlen najmanj eno leto po prejemu sredstev (v primeru samozaposlitve)</w:t>
      </w:r>
      <w:r w:rsidR="00A8335B" w:rsidRPr="00544666">
        <w:rPr>
          <w:rFonts w:ascii="Arial" w:hAnsi="Arial"/>
          <w:bCs/>
          <w:sz w:val="20"/>
          <w:szCs w:val="20"/>
        </w:rPr>
        <w:t>.</w:t>
      </w:r>
    </w:p>
    <w:p w:rsidR="00142E17" w:rsidRPr="00544666" w:rsidRDefault="00142E17" w:rsidP="00142E17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A15244" w:rsidRPr="00544666" w:rsidRDefault="00A15244" w:rsidP="005C4C4F">
      <w:pPr>
        <w:spacing w:line="360" w:lineRule="auto"/>
        <w:jc w:val="both"/>
        <w:rPr>
          <w:iCs/>
          <w:color w:val="000000" w:themeColor="text1"/>
          <w:sz w:val="20"/>
          <w:szCs w:val="20"/>
        </w:rPr>
      </w:pPr>
    </w:p>
    <w:p w:rsidR="00A8335B" w:rsidRPr="00544666" w:rsidRDefault="00A8335B" w:rsidP="005C4C4F">
      <w:pPr>
        <w:spacing w:line="360" w:lineRule="auto"/>
        <w:jc w:val="both"/>
        <w:rPr>
          <w:sz w:val="20"/>
          <w:szCs w:val="20"/>
        </w:rPr>
      </w:pPr>
    </w:p>
    <w:p w:rsidR="00A53866" w:rsidRPr="00544666" w:rsidRDefault="00A53866" w:rsidP="005C4C4F">
      <w:pPr>
        <w:spacing w:line="360" w:lineRule="auto"/>
        <w:jc w:val="both"/>
        <w:rPr>
          <w:sz w:val="20"/>
          <w:szCs w:val="20"/>
        </w:rPr>
      </w:pPr>
    </w:p>
    <w:p w:rsidR="005E3986" w:rsidRPr="00544666" w:rsidRDefault="005E3986" w:rsidP="005E3986">
      <w:pPr>
        <w:jc w:val="both"/>
        <w:rPr>
          <w:sz w:val="20"/>
          <w:szCs w:val="20"/>
        </w:rPr>
      </w:pPr>
    </w:p>
    <w:p w:rsidR="005E3986" w:rsidRPr="00544666" w:rsidRDefault="005E3986" w:rsidP="005E3986">
      <w:pPr>
        <w:jc w:val="both"/>
        <w:rPr>
          <w:sz w:val="20"/>
          <w:szCs w:val="20"/>
        </w:rPr>
      </w:pPr>
    </w:p>
    <w:p w:rsidR="005E3986" w:rsidRPr="00544666" w:rsidRDefault="005E3986" w:rsidP="005E3986">
      <w:pPr>
        <w:jc w:val="both"/>
        <w:rPr>
          <w:sz w:val="20"/>
          <w:szCs w:val="20"/>
        </w:rPr>
      </w:pPr>
      <w:r w:rsidRPr="00544666">
        <w:rPr>
          <w:sz w:val="20"/>
          <w:szCs w:val="20"/>
        </w:rPr>
        <w:t xml:space="preserve">      Datum:      </w:t>
      </w:r>
      <w:permStart w:id="1104811744" w:edGrp="everyone"/>
      <w:r w:rsidRPr="00544666">
        <w:rPr>
          <w:sz w:val="20"/>
          <w:szCs w:val="20"/>
        </w:rPr>
        <w:t>__________________</w:t>
      </w:r>
      <w:permEnd w:id="1104811744"/>
      <w:r w:rsidRPr="00544666">
        <w:rPr>
          <w:sz w:val="20"/>
          <w:szCs w:val="20"/>
        </w:rPr>
        <w:t xml:space="preserve">                                                         </w:t>
      </w:r>
      <w:r w:rsidR="004E623F" w:rsidRPr="00544666">
        <w:rPr>
          <w:sz w:val="20"/>
          <w:szCs w:val="20"/>
        </w:rPr>
        <w:t xml:space="preserve">    </w:t>
      </w:r>
      <w:r w:rsidRPr="00544666">
        <w:rPr>
          <w:sz w:val="20"/>
          <w:szCs w:val="20"/>
        </w:rPr>
        <w:t xml:space="preserve">     Žig in podpis vlagatelja</w:t>
      </w:r>
    </w:p>
    <w:p w:rsidR="005E3986" w:rsidRPr="00544666" w:rsidRDefault="005E3986" w:rsidP="005E3986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5E3986" w:rsidRPr="00544666" w:rsidRDefault="005E3986" w:rsidP="005E3986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5E3986" w:rsidRPr="00544666" w:rsidRDefault="005E3986" w:rsidP="005E3986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E902FF" w:rsidRPr="00544666" w:rsidRDefault="00E902FF" w:rsidP="00E902FF">
      <w:pPr>
        <w:ind w:left="2126" w:hanging="2126"/>
        <w:jc w:val="both"/>
        <w:rPr>
          <w:rFonts w:eastAsia="Calibri"/>
          <w:sz w:val="20"/>
          <w:szCs w:val="20"/>
          <w:lang w:eastAsia="en-US"/>
        </w:rPr>
      </w:pPr>
    </w:p>
    <w:p w:rsidR="00E902FF" w:rsidRPr="00544666" w:rsidRDefault="00E902FF" w:rsidP="00E902FF">
      <w:pPr>
        <w:rPr>
          <w:sz w:val="20"/>
          <w:szCs w:val="20"/>
        </w:rPr>
      </w:pPr>
    </w:p>
    <w:p w:rsidR="00504C5A" w:rsidRPr="00544666" w:rsidRDefault="00504C5A" w:rsidP="00E902FF">
      <w:pPr>
        <w:rPr>
          <w:sz w:val="20"/>
          <w:szCs w:val="20"/>
        </w:rPr>
      </w:pPr>
    </w:p>
    <w:p w:rsidR="00504C5A" w:rsidRPr="00544666" w:rsidRDefault="00504C5A" w:rsidP="00504C5A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504C5A" w:rsidRPr="00544666" w:rsidRDefault="00504C5A" w:rsidP="00504C5A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504C5A" w:rsidRPr="00544666" w:rsidRDefault="00504C5A" w:rsidP="00504C5A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504C5A" w:rsidRPr="00544666" w:rsidRDefault="00504C5A" w:rsidP="00504C5A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504C5A" w:rsidRPr="00544666" w:rsidRDefault="00504C5A" w:rsidP="00504C5A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504C5A" w:rsidRPr="00544666" w:rsidRDefault="00504C5A" w:rsidP="00504C5A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504C5A" w:rsidRPr="00544666" w:rsidRDefault="00504C5A" w:rsidP="00504C5A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504C5A" w:rsidRPr="00544666" w:rsidRDefault="00504C5A" w:rsidP="00504C5A">
      <w:pPr>
        <w:pStyle w:val="Odstavekseznama"/>
        <w:ind w:left="284"/>
        <w:jc w:val="both"/>
        <w:rPr>
          <w:bCs/>
          <w:color w:val="000000" w:themeColor="text1"/>
          <w:sz w:val="20"/>
          <w:szCs w:val="20"/>
        </w:rPr>
      </w:pPr>
    </w:p>
    <w:p w:rsidR="006756B8" w:rsidRPr="00544666" w:rsidRDefault="006756B8" w:rsidP="00E902FF">
      <w:pPr>
        <w:rPr>
          <w:sz w:val="20"/>
          <w:szCs w:val="20"/>
        </w:rPr>
      </w:pPr>
    </w:p>
    <w:p w:rsidR="006756B8" w:rsidRPr="00544666" w:rsidRDefault="006756B8" w:rsidP="00E902FF">
      <w:pPr>
        <w:rPr>
          <w:sz w:val="20"/>
          <w:szCs w:val="20"/>
        </w:rPr>
      </w:pPr>
    </w:p>
    <w:p w:rsidR="006756B8" w:rsidRPr="00544666" w:rsidRDefault="006756B8" w:rsidP="00E902FF">
      <w:pPr>
        <w:rPr>
          <w:sz w:val="20"/>
          <w:szCs w:val="20"/>
        </w:rPr>
      </w:pPr>
    </w:p>
    <w:p w:rsidR="006756B8" w:rsidRPr="00544666" w:rsidRDefault="006756B8" w:rsidP="00E902FF">
      <w:pPr>
        <w:rPr>
          <w:sz w:val="20"/>
          <w:szCs w:val="20"/>
        </w:rPr>
      </w:pPr>
    </w:p>
    <w:p w:rsidR="00A53866" w:rsidRPr="00544666" w:rsidRDefault="00A53866" w:rsidP="00E902FF">
      <w:pPr>
        <w:rPr>
          <w:sz w:val="20"/>
          <w:szCs w:val="20"/>
        </w:rPr>
      </w:pPr>
    </w:p>
    <w:p w:rsidR="00A53866" w:rsidRPr="00544666" w:rsidRDefault="00A53866" w:rsidP="00E902FF">
      <w:pPr>
        <w:rPr>
          <w:sz w:val="20"/>
          <w:szCs w:val="20"/>
        </w:rPr>
      </w:pPr>
    </w:p>
    <w:p w:rsidR="00A15244" w:rsidRPr="00544666" w:rsidRDefault="00A15244" w:rsidP="00E902FF">
      <w:pPr>
        <w:rPr>
          <w:sz w:val="20"/>
          <w:szCs w:val="20"/>
        </w:rPr>
      </w:pPr>
    </w:p>
    <w:p w:rsidR="00A53866" w:rsidRPr="00544666" w:rsidRDefault="00A53866" w:rsidP="00E902FF">
      <w:pPr>
        <w:rPr>
          <w:sz w:val="20"/>
          <w:szCs w:val="20"/>
        </w:rPr>
      </w:pPr>
    </w:p>
    <w:p w:rsidR="00A53866" w:rsidRPr="00544666" w:rsidRDefault="00A53866" w:rsidP="00E902FF">
      <w:pPr>
        <w:rPr>
          <w:sz w:val="20"/>
          <w:szCs w:val="20"/>
        </w:rPr>
      </w:pPr>
    </w:p>
    <w:p w:rsidR="00A15244" w:rsidRPr="00544666" w:rsidRDefault="00B8033F" w:rsidP="00544666">
      <w:pPr>
        <w:jc w:val="both"/>
        <w:rPr>
          <w:rFonts w:eastAsia="Calibri"/>
          <w:b/>
          <w:sz w:val="20"/>
          <w:szCs w:val="20"/>
          <w:lang w:eastAsia="en-US"/>
        </w:rPr>
      </w:pPr>
      <w:r w:rsidRPr="00544666">
        <w:rPr>
          <w:rFonts w:eastAsia="Calibri"/>
          <w:b/>
          <w:sz w:val="20"/>
          <w:szCs w:val="20"/>
          <w:lang w:eastAsia="en-US"/>
        </w:rPr>
        <w:t xml:space="preserve">OBVEZNE PRILOGE </w:t>
      </w:r>
      <w:r w:rsidR="00A53866" w:rsidRPr="00544666">
        <w:rPr>
          <w:rFonts w:eastAsia="Calibri"/>
          <w:b/>
          <w:sz w:val="20"/>
          <w:szCs w:val="20"/>
          <w:lang w:eastAsia="en-US"/>
        </w:rPr>
        <w:t>K VLOGI</w:t>
      </w:r>
      <w:r w:rsidR="00A15244" w:rsidRPr="00544666">
        <w:rPr>
          <w:rFonts w:eastAsia="Calibri"/>
          <w:b/>
          <w:sz w:val="20"/>
          <w:szCs w:val="20"/>
          <w:lang w:eastAsia="en-US"/>
        </w:rPr>
        <w:t xml:space="preserve"> </w:t>
      </w:r>
      <w:r w:rsidR="00A53866" w:rsidRPr="00544666">
        <w:rPr>
          <w:rFonts w:eastAsia="Calibri"/>
          <w:b/>
          <w:sz w:val="20"/>
          <w:szCs w:val="20"/>
          <w:lang w:eastAsia="en-US"/>
        </w:rPr>
        <w:t>ZA SPODBUJANJE O</w:t>
      </w:r>
      <w:r w:rsidR="00544666">
        <w:rPr>
          <w:rFonts w:eastAsia="Calibri"/>
          <w:b/>
          <w:sz w:val="20"/>
          <w:szCs w:val="20"/>
          <w:lang w:eastAsia="en-US"/>
        </w:rPr>
        <w:t xml:space="preserve">DPIRANJA NOVIH DELOVNIH MEST IN </w:t>
      </w:r>
      <w:r w:rsidR="00A53866" w:rsidRPr="00544666">
        <w:rPr>
          <w:rFonts w:eastAsia="Calibri"/>
          <w:b/>
          <w:sz w:val="20"/>
          <w:szCs w:val="20"/>
          <w:lang w:eastAsia="en-US"/>
        </w:rPr>
        <w:t>SAMOZAPOSLITVE:</w:t>
      </w:r>
    </w:p>
    <w:p w:rsidR="00615909" w:rsidRPr="00544666" w:rsidRDefault="00615909" w:rsidP="00A15244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</w:p>
    <w:p w:rsidR="00BD3E6A" w:rsidRPr="00544666" w:rsidRDefault="00A53866" w:rsidP="002715B0">
      <w:pPr>
        <w:pStyle w:val="Odstavekseznama"/>
        <w:numPr>
          <w:ilvl w:val="0"/>
          <w:numId w:val="17"/>
        </w:numPr>
        <w:ind w:left="360"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podpisana in </w:t>
      </w:r>
      <w:r w:rsidR="009D2598" w:rsidRPr="00544666">
        <w:rPr>
          <w:rFonts w:eastAsia="Calibri"/>
          <w:sz w:val="20"/>
          <w:szCs w:val="20"/>
          <w:lang w:eastAsia="en-US"/>
        </w:rPr>
        <w:t>ožigosana</w:t>
      </w:r>
      <w:r w:rsidRPr="00544666">
        <w:rPr>
          <w:rFonts w:eastAsia="Calibri"/>
          <w:sz w:val="20"/>
          <w:szCs w:val="20"/>
          <w:lang w:eastAsia="en-US"/>
        </w:rPr>
        <w:t xml:space="preserve"> izjava</w:t>
      </w:r>
      <w:r w:rsidR="005B7BE1" w:rsidRPr="00544666">
        <w:rPr>
          <w:rFonts w:eastAsia="Calibri"/>
          <w:sz w:val="20"/>
          <w:szCs w:val="20"/>
          <w:lang w:eastAsia="en-US"/>
        </w:rPr>
        <w:t>;</w:t>
      </w:r>
    </w:p>
    <w:p w:rsidR="00544666" w:rsidRPr="00544666" w:rsidRDefault="00A53866" w:rsidP="00544666">
      <w:pPr>
        <w:pStyle w:val="Odstavekseznama"/>
        <w:numPr>
          <w:ilvl w:val="0"/>
          <w:numId w:val="17"/>
        </w:numPr>
        <w:ind w:left="360"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odločba pristojnega organa o izpolnjevanju pogojev za opravljanje dejavnosti;</w:t>
      </w:r>
    </w:p>
    <w:p w:rsidR="007073C2" w:rsidRPr="00544666" w:rsidRDefault="00A53866" w:rsidP="00544666">
      <w:pPr>
        <w:pStyle w:val="Odstavekseznama"/>
        <w:numPr>
          <w:ilvl w:val="0"/>
          <w:numId w:val="17"/>
        </w:numPr>
        <w:ind w:left="360"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potrdilo </w:t>
      </w:r>
      <w:r w:rsidR="00544666" w:rsidRPr="00544666">
        <w:rPr>
          <w:rFonts w:eastAsia="Calibri"/>
          <w:sz w:val="20"/>
          <w:szCs w:val="20"/>
          <w:lang w:eastAsia="en-US"/>
        </w:rPr>
        <w:t>o poravnanih davkih, prispevkih in ostalih zapadlih obveznosti do Republike Slovenije na dan oddaje vloge</w:t>
      </w:r>
      <w:r w:rsidR="007073C2" w:rsidRPr="00544666">
        <w:rPr>
          <w:rFonts w:eastAsia="Calibri"/>
          <w:sz w:val="20"/>
          <w:szCs w:val="20"/>
          <w:lang w:eastAsia="en-US"/>
        </w:rPr>
        <w:t>.</w:t>
      </w:r>
    </w:p>
    <w:p w:rsidR="007073C2" w:rsidRPr="00544666" w:rsidRDefault="007073C2" w:rsidP="00E52A85">
      <w:pPr>
        <w:jc w:val="both"/>
        <w:rPr>
          <w:rFonts w:eastAsia="Calibri"/>
          <w:sz w:val="20"/>
          <w:szCs w:val="20"/>
          <w:lang w:eastAsia="en-US"/>
        </w:rPr>
      </w:pPr>
    </w:p>
    <w:p w:rsidR="006756B8" w:rsidRPr="00544666" w:rsidRDefault="006756B8" w:rsidP="007073C2">
      <w:pPr>
        <w:ind w:left="1440"/>
        <w:jc w:val="both"/>
        <w:rPr>
          <w:rFonts w:eastAsia="Calibri"/>
          <w:sz w:val="20"/>
          <w:szCs w:val="20"/>
          <w:lang w:eastAsia="en-US"/>
        </w:rPr>
      </w:pPr>
    </w:p>
    <w:p w:rsidR="007073C2" w:rsidRPr="00544666" w:rsidRDefault="00A53866" w:rsidP="007073C2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  <w:r w:rsidRPr="00544666">
        <w:rPr>
          <w:rFonts w:eastAsia="Calibri"/>
          <w:b/>
          <w:sz w:val="20"/>
          <w:szCs w:val="20"/>
          <w:lang w:eastAsia="en-US"/>
        </w:rPr>
        <w:t xml:space="preserve">DODATNE </w:t>
      </w:r>
      <w:r w:rsidR="007073C2" w:rsidRPr="00544666">
        <w:rPr>
          <w:rFonts w:eastAsia="Calibri"/>
          <w:b/>
          <w:sz w:val="20"/>
          <w:szCs w:val="20"/>
          <w:lang w:eastAsia="en-US"/>
        </w:rPr>
        <w:t>OBVEZ</w:t>
      </w:r>
      <w:r w:rsidRPr="00544666">
        <w:rPr>
          <w:rFonts w:eastAsia="Calibri"/>
          <w:b/>
          <w:sz w:val="20"/>
          <w:szCs w:val="20"/>
          <w:lang w:eastAsia="en-US"/>
        </w:rPr>
        <w:t>NE PRILOGE v primeru odpiranja</w:t>
      </w:r>
      <w:r w:rsidR="007073C2" w:rsidRPr="00544666">
        <w:rPr>
          <w:rFonts w:eastAsia="Calibri"/>
          <w:b/>
          <w:sz w:val="20"/>
          <w:szCs w:val="20"/>
          <w:lang w:eastAsia="en-US"/>
        </w:rPr>
        <w:t xml:space="preserve"> novih delovnih mest:</w:t>
      </w:r>
    </w:p>
    <w:p w:rsidR="007073C2" w:rsidRPr="00544666" w:rsidRDefault="007073C2" w:rsidP="007073C2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</w:p>
    <w:p w:rsidR="007073C2" w:rsidRPr="00544666" w:rsidRDefault="007073C2" w:rsidP="007073C2">
      <w:pPr>
        <w:numPr>
          <w:ilvl w:val="0"/>
          <w:numId w:val="19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Izpis</w:t>
      </w:r>
      <w:r w:rsidR="00544666" w:rsidRPr="00544666">
        <w:rPr>
          <w:rFonts w:eastAsia="Calibri"/>
          <w:sz w:val="20"/>
          <w:szCs w:val="20"/>
          <w:lang w:eastAsia="en-US"/>
        </w:rPr>
        <w:t xml:space="preserve"> seznama</w:t>
      </w:r>
      <w:r w:rsidRPr="00544666">
        <w:rPr>
          <w:rFonts w:eastAsia="Calibri"/>
          <w:sz w:val="20"/>
          <w:szCs w:val="20"/>
          <w:lang w:eastAsia="en-US"/>
        </w:rPr>
        <w:t xml:space="preserve"> zavarovanih </w:t>
      </w:r>
      <w:r w:rsidR="005335C6" w:rsidRPr="00544666">
        <w:rPr>
          <w:rFonts w:eastAsia="Calibri"/>
          <w:sz w:val="20"/>
          <w:szCs w:val="20"/>
          <w:lang w:eastAsia="en-US"/>
        </w:rPr>
        <w:t>oseb za preteklo in tekoče leto;</w:t>
      </w:r>
    </w:p>
    <w:p w:rsidR="007073C2" w:rsidRPr="00544666" w:rsidRDefault="007073C2" w:rsidP="007073C2">
      <w:pPr>
        <w:numPr>
          <w:ilvl w:val="0"/>
          <w:numId w:val="19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Kopija podpisane pogodbe o zaposlitvi</w:t>
      </w:r>
      <w:r w:rsidR="005335C6" w:rsidRPr="00544666">
        <w:rPr>
          <w:rFonts w:eastAsia="Calibri"/>
          <w:sz w:val="20"/>
          <w:szCs w:val="20"/>
          <w:lang w:eastAsia="en-US"/>
        </w:rPr>
        <w:t>;</w:t>
      </w:r>
    </w:p>
    <w:p w:rsidR="007073C2" w:rsidRPr="00544666" w:rsidRDefault="005335C6" w:rsidP="007073C2">
      <w:pPr>
        <w:numPr>
          <w:ilvl w:val="0"/>
          <w:numId w:val="19"/>
        </w:numPr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Kopija obrazca M1;</w:t>
      </w:r>
    </w:p>
    <w:p w:rsidR="007073C2" w:rsidRPr="00544666" w:rsidRDefault="00544666" w:rsidP="00544666">
      <w:pPr>
        <w:numPr>
          <w:ilvl w:val="0"/>
          <w:numId w:val="19"/>
        </w:numPr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Potrdilo o oddanih REK obrazcih za osebo, ki je zasedla delovno mesto, za katero se uveljavljajo finančna sredstva</w:t>
      </w:r>
      <w:r w:rsidR="005335C6" w:rsidRPr="00544666">
        <w:rPr>
          <w:rFonts w:eastAsia="Calibri"/>
          <w:sz w:val="20"/>
          <w:szCs w:val="20"/>
          <w:lang w:eastAsia="en-US"/>
        </w:rPr>
        <w:t>;</w:t>
      </w:r>
    </w:p>
    <w:p w:rsidR="00544666" w:rsidRPr="00544666" w:rsidRDefault="005335C6" w:rsidP="007073C2">
      <w:pPr>
        <w:numPr>
          <w:ilvl w:val="0"/>
          <w:numId w:val="19"/>
        </w:numPr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Potrdilo o plačanih prispevkih </w:t>
      </w:r>
      <w:r w:rsidR="00544666" w:rsidRPr="00544666">
        <w:rPr>
          <w:rFonts w:eastAsia="Calibri"/>
          <w:sz w:val="20"/>
          <w:szCs w:val="20"/>
          <w:lang w:eastAsia="en-US"/>
        </w:rPr>
        <w:t>delodajalca za socialno varnost;</w:t>
      </w:r>
    </w:p>
    <w:p w:rsidR="005335C6" w:rsidRPr="00544666" w:rsidRDefault="00544666" w:rsidP="00544666">
      <w:pPr>
        <w:numPr>
          <w:ilvl w:val="0"/>
          <w:numId w:val="19"/>
        </w:numPr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Potrdilo Zavoda Republike Slovenije za zaposlovanje, da je bila oseba, ki je zasedla novoustanovljeno delovno mesto pred tem vodena v evidenci brezposelnih oseb.</w:t>
      </w:r>
      <w:r w:rsidR="005335C6" w:rsidRPr="00544666">
        <w:rPr>
          <w:rFonts w:eastAsia="Calibri"/>
          <w:sz w:val="20"/>
          <w:szCs w:val="20"/>
          <w:lang w:eastAsia="en-US"/>
        </w:rPr>
        <w:t xml:space="preserve"> </w:t>
      </w:r>
    </w:p>
    <w:p w:rsidR="00544666" w:rsidRPr="00544666" w:rsidRDefault="00544666" w:rsidP="007073C2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</w:p>
    <w:p w:rsidR="005335C6" w:rsidRPr="00544666" w:rsidRDefault="005335C6" w:rsidP="007073C2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</w:p>
    <w:p w:rsidR="005335C6" w:rsidRPr="00544666" w:rsidRDefault="00A53866" w:rsidP="00A53866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  <w:r w:rsidRPr="00544666">
        <w:rPr>
          <w:rFonts w:eastAsia="Calibri"/>
          <w:b/>
          <w:sz w:val="20"/>
          <w:szCs w:val="20"/>
          <w:lang w:eastAsia="en-US"/>
        </w:rPr>
        <w:t xml:space="preserve">DODATNE </w:t>
      </w:r>
      <w:r w:rsidR="005335C6" w:rsidRPr="00544666">
        <w:rPr>
          <w:rFonts w:eastAsia="Calibri"/>
          <w:b/>
          <w:sz w:val="20"/>
          <w:szCs w:val="20"/>
          <w:lang w:eastAsia="en-US"/>
        </w:rPr>
        <w:t xml:space="preserve">OBVEZNE PRILOGE </w:t>
      </w:r>
      <w:r w:rsidRPr="00544666">
        <w:rPr>
          <w:rFonts w:eastAsia="Calibri"/>
          <w:b/>
          <w:sz w:val="20"/>
          <w:szCs w:val="20"/>
          <w:lang w:eastAsia="en-US"/>
        </w:rPr>
        <w:t>v primeru samozaposlovanja:</w:t>
      </w:r>
    </w:p>
    <w:p w:rsidR="005335C6" w:rsidRPr="00544666" w:rsidRDefault="005335C6" w:rsidP="005335C6">
      <w:pPr>
        <w:ind w:left="1080"/>
        <w:jc w:val="both"/>
        <w:rPr>
          <w:rFonts w:eastAsia="Calibri"/>
          <w:sz w:val="20"/>
          <w:szCs w:val="20"/>
          <w:lang w:eastAsia="en-US"/>
        </w:rPr>
      </w:pPr>
    </w:p>
    <w:p w:rsidR="00837E86" w:rsidRPr="00544666" w:rsidRDefault="00544666" w:rsidP="00544666">
      <w:pPr>
        <w:numPr>
          <w:ilvl w:val="0"/>
          <w:numId w:val="20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Potrdilo o oddanih REK obrazcih za osebo, ki je registrirana kot samostojni podjetnik</w:t>
      </w:r>
      <w:r w:rsidR="00837E86" w:rsidRPr="00544666">
        <w:rPr>
          <w:rFonts w:eastAsia="Calibri"/>
          <w:sz w:val="20"/>
          <w:szCs w:val="20"/>
          <w:lang w:eastAsia="en-US"/>
        </w:rPr>
        <w:t>;</w:t>
      </w:r>
    </w:p>
    <w:p w:rsidR="005335C6" w:rsidRPr="00544666" w:rsidRDefault="00544666" w:rsidP="005335C6">
      <w:pPr>
        <w:numPr>
          <w:ilvl w:val="0"/>
          <w:numId w:val="20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P</w:t>
      </w:r>
      <w:r w:rsidR="005335C6" w:rsidRPr="00544666">
        <w:rPr>
          <w:rFonts w:eastAsia="Calibri"/>
          <w:sz w:val="20"/>
          <w:szCs w:val="20"/>
          <w:lang w:eastAsia="en-US"/>
        </w:rPr>
        <w:t>otrdilo o plačanih prispevkih;</w:t>
      </w:r>
    </w:p>
    <w:p w:rsidR="00837E86" w:rsidRPr="00544666" w:rsidRDefault="005335C6" w:rsidP="005335C6">
      <w:pPr>
        <w:numPr>
          <w:ilvl w:val="0"/>
          <w:numId w:val="20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Posl</w:t>
      </w:r>
      <w:r w:rsidR="00837E86" w:rsidRPr="00544666">
        <w:rPr>
          <w:rFonts w:eastAsia="Calibri"/>
          <w:sz w:val="20"/>
          <w:szCs w:val="20"/>
          <w:lang w:eastAsia="en-US"/>
        </w:rPr>
        <w:t>ovni načrt za samozaposlitev;</w:t>
      </w:r>
    </w:p>
    <w:p w:rsidR="006756B8" w:rsidRPr="00544666" w:rsidRDefault="00544666" w:rsidP="00544666">
      <w:pPr>
        <w:numPr>
          <w:ilvl w:val="0"/>
          <w:numId w:val="20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>Potrdilo Zavoda Republike Slovenije za zaposlovanje, da je bila oseba, ki je pričela opravljati dejavnost kot samostojni podjetnik pred tem vodena v evidenci brezposelnih oseb</w:t>
      </w:r>
      <w:r w:rsidR="006756B8" w:rsidRPr="00544666">
        <w:rPr>
          <w:rFonts w:eastAsia="Calibri"/>
          <w:sz w:val="20"/>
          <w:szCs w:val="20"/>
          <w:lang w:eastAsia="en-US"/>
        </w:rPr>
        <w:t>;</w:t>
      </w:r>
    </w:p>
    <w:p w:rsidR="005335C6" w:rsidRPr="00544666" w:rsidRDefault="0000221F" w:rsidP="005335C6">
      <w:pPr>
        <w:numPr>
          <w:ilvl w:val="0"/>
          <w:numId w:val="20"/>
        </w:numPr>
        <w:contextualSpacing/>
        <w:jc w:val="both"/>
        <w:rPr>
          <w:rFonts w:eastAsia="Calibri"/>
          <w:sz w:val="20"/>
          <w:szCs w:val="20"/>
          <w:lang w:eastAsia="en-US"/>
        </w:rPr>
      </w:pPr>
      <w:r w:rsidRPr="00544666">
        <w:rPr>
          <w:rFonts w:eastAsia="Calibri"/>
          <w:sz w:val="20"/>
          <w:szCs w:val="20"/>
          <w:lang w:eastAsia="en-US"/>
        </w:rPr>
        <w:t xml:space="preserve">Dokazilo </w:t>
      </w:r>
      <w:r w:rsidR="005335C6" w:rsidRPr="00544666">
        <w:rPr>
          <w:rFonts w:eastAsia="Calibri"/>
          <w:sz w:val="20"/>
          <w:szCs w:val="20"/>
          <w:lang w:eastAsia="en-US"/>
        </w:rPr>
        <w:t xml:space="preserve">o registraciji in potrjen obrazec M1/M2. </w:t>
      </w:r>
    </w:p>
    <w:p w:rsidR="007073C2" w:rsidRPr="00544666" w:rsidRDefault="007073C2" w:rsidP="007073C2">
      <w:pPr>
        <w:ind w:left="2126" w:hanging="2126"/>
        <w:jc w:val="both"/>
        <w:rPr>
          <w:rFonts w:eastAsia="Calibri"/>
          <w:b/>
          <w:sz w:val="20"/>
          <w:szCs w:val="20"/>
          <w:lang w:eastAsia="en-US"/>
        </w:rPr>
      </w:pPr>
    </w:p>
    <w:p w:rsidR="00A15244" w:rsidRPr="00544666" w:rsidRDefault="00A15244" w:rsidP="007073C2">
      <w:pPr>
        <w:ind w:left="1440"/>
        <w:rPr>
          <w:rFonts w:eastAsia="Calibri"/>
          <w:b/>
          <w:sz w:val="20"/>
          <w:szCs w:val="20"/>
          <w:lang w:eastAsia="en-US"/>
        </w:rPr>
      </w:pPr>
    </w:p>
    <w:p w:rsidR="005335C6" w:rsidRPr="00544666" w:rsidRDefault="005335C6" w:rsidP="001721DC">
      <w:pPr>
        <w:ind w:left="1440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A15244" w:rsidRPr="00544666" w:rsidRDefault="00A15244" w:rsidP="00A15244">
      <w:pPr>
        <w:ind w:left="720"/>
        <w:jc w:val="both"/>
        <w:rPr>
          <w:rFonts w:eastAsia="Calibri"/>
          <w:sz w:val="20"/>
          <w:szCs w:val="20"/>
          <w:lang w:eastAsia="en-US"/>
        </w:rPr>
      </w:pPr>
    </w:p>
    <w:p w:rsidR="00A15244" w:rsidRPr="00544666" w:rsidRDefault="00A15244" w:rsidP="00E902FF">
      <w:pPr>
        <w:rPr>
          <w:sz w:val="20"/>
          <w:szCs w:val="20"/>
        </w:rPr>
      </w:pPr>
    </w:p>
    <w:sectPr w:rsidR="00A15244" w:rsidRPr="00544666" w:rsidSect="00BF6731"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18" w:bottom="426" w:left="1418" w:header="708" w:footer="1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43B" w:rsidRDefault="0012343B">
      <w:r>
        <w:separator/>
      </w:r>
    </w:p>
  </w:endnote>
  <w:endnote w:type="continuationSeparator" w:id="0">
    <w:p w:rsidR="0012343B" w:rsidRDefault="00123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0251919"/>
      <w:docPartObj>
        <w:docPartGallery w:val="Page Numbers (Bottom of Page)"/>
        <w:docPartUnique/>
      </w:docPartObj>
    </w:sdtPr>
    <w:sdtEndPr/>
    <w:sdtContent>
      <w:p w:rsidR="00BF6731" w:rsidRDefault="00BF6731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53B">
          <w:rPr>
            <w:noProof/>
          </w:rPr>
          <w:t>3</w:t>
        </w:r>
        <w:r>
          <w:fldChar w:fldCharType="end"/>
        </w:r>
      </w:p>
    </w:sdtContent>
  </w:sdt>
  <w:p w:rsidR="00BF6731" w:rsidRDefault="00BF673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022" w:rsidRDefault="006B2022" w:rsidP="0084453F">
    <w:pPr>
      <w:pStyle w:val="Noga"/>
      <w:pBdr>
        <w:top w:val="single" w:sz="4" w:space="1" w:color="auto"/>
      </w:pBdr>
      <w:jc w:val="center"/>
      <w:rPr>
        <w:sz w:val="16"/>
        <w:szCs w:val="16"/>
      </w:rPr>
    </w:pPr>
  </w:p>
  <w:p w:rsidR="00707E9A" w:rsidRPr="0084453F" w:rsidRDefault="00707E9A" w:rsidP="00160E8A">
    <w:pPr>
      <w:pStyle w:val="Noga"/>
      <w:pBdr>
        <w:top w:val="single" w:sz="4" w:space="1" w:color="auto"/>
      </w:pBdr>
      <w:jc w:val="center"/>
      <w:rPr>
        <w:sz w:val="16"/>
        <w:szCs w:val="16"/>
      </w:rPr>
    </w:pPr>
    <w:r w:rsidRPr="0084453F">
      <w:rPr>
        <w:sz w:val="16"/>
        <w:szCs w:val="16"/>
      </w:rPr>
      <w:t>D</w:t>
    </w:r>
    <w:r w:rsidR="00404640">
      <w:rPr>
        <w:sz w:val="16"/>
        <w:szCs w:val="16"/>
      </w:rPr>
      <w:t xml:space="preserve">avčna številka: </w:t>
    </w:r>
    <w:r w:rsidR="0084453F">
      <w:rPr>
        <w:sz w:val="16"/>
        <w:szCs w:val="16"/>
      </w:rPr>
      <w:t>61348139  Matična številka:</w:t>
    </w:r>
    <w:r w:rsidR="000232AC">
      <w:rPr>
        <w:sz w:val="16"/>
        <w:szCs w:val="16"/>
      </w:rPr>
      <w:t xml:space="preserve"> 5874637  </w:t>
    </w:r>
    <w:r w:rsidRPr="0084453F">
      <w:rPr>
        <w:sz w:val="16"/>
        <w:szCs w:val="16"/>
      </w:rPr>
      <w:t>TRR: SI56 0133 8010 0000 609</w:t>
    </w:r>
  </w:p>
  <w:p w:rsidR="00707E9A" w:rsidRPr="00707E9A" w:rsidRDefault="00707E9A">
    <w:pPr>
      <w:pStyle w:val="Noga"/>
      <w:rPr>
        <w:rFonts w:ascii="Arial Black" w:hAnsi="Arial Blac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43B" w:rsidRDefault="0012343B">
      <w:r>
        <w:separator/>
      </w:r>
    </w:p>
  </w:footnote>
  <w:footnote w:type="continuationSeparator" w:id="0">
    <w:p w:rsidR="0012343B" w:rsidRDefault="00123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39"/>
      <w:gridCol w:w="1134"/>
      <w:gridCol w:w="4037"/>
    </w:tblGrid>
    <w:tr w:rsidR="000A29F3">
      <w:trPr>
        <w:cantSplit/>
      </w:trPr>
      <w:tc>
        <w:tcPr>
          <w:tcW w:w="4039" w:type="dxa"/>
        </w:tcPr>
        <w:p w:rsidR="000A29F3" w:rsidRPr="00707E9A" w:rsidRDefault="00D15831">
          <w:pPr>
            <w:pStyle w:val="Naslov1"/>
            <w:numPr>
              <w:ilvl w:val="0"/>
              <w:numId w:val="0"/>
            </w:num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0" allowOverlap="1" wp14:anchorId="7C7ED044" wp14:editId="2808B285">
                <wp:simplePos x="0" y="0"/>
                <wp:positionH relativeFrom="column">
                  <wp:posOffset>2574290</wp:posOffset>
                </wp:positionH>
                <wp:positionV relativeFrom="paragraph">
                  <wp:posOffset>6985</wp:posOffset>
                </wp:positionV>
                <wp:extent cx="574040" cy="616585"/>
                <wp:effectExtent l="0" t="0" r="0" b="0"/>
                <wp:wrapTight wrapText="bothSides">
                  <wp:wrapPolygon edited="0">
                    <wp:start x="0" y="0"/>
                    <wp:lineTo x="0" y="20688"/>
                    <wp:lineTo x="20788" y="20688"/>
                    <wp:lineTo x="20788" y="0"/>
                    <wp:lineTo x="0" y="0"/>
                  </wp:wrapPolygon>
                </wp:wrapTight>
                <wp:docPr id="1" name="Slika 1" descr="grb_k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_k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A29F3" w:rsidRPr="00707E9A">
            <w:t xml:space="preserve">OBČINA VODICE                          </w:t>
          </w:r>
        </w:p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1134" w:type="dxa"/>
          <w:vMerge w:val="restart"/>
        </w:tcPr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4037" w:type="dxa"/>
        </w:tcPr>
        <w:p w:rsidR="000A29F3" w:rsidRPr="00707E9A" w:rsidRDefault="000A29F3">
          <w:pPr>
            <w:jc w:val="right"/>
            <w:rPr>
              <w:rFonts w:ascii="Arial Black" w:hAnsi="Arial Black"/>
              <w:sz w:val="16"/>
            </w:rPr>
          </w:pPr>
          <w:r w:rsidRPr="00707E9A">
            <w:rPr>
              <w:rFonts w:ascii="Arial Black" w:hAnsi="Arial Black"/>
              <w:sz w:val="16"/>
            </w:rPr>
            <w:t>Kopitarjev trg 1, 1217 Vodice</w:t>
          </w:r>
        </w:p>
        <w:p w:rsidR="000A29F3" w:rsidRPr="00707E9A" w:rsidRDefault="000A29F3">
          <w:pPr>
            <w:jc w:val="right"/>
            <w:rPr>
              <w:rFonts w:ascii="Arial Black" w:hAnsi="Arial Black"/>
              <w:sz w:val="16"/>
            </w:rPr>
          </w:pPr>
          <w:r w:rsidRPr="00707E9A">
            <w:rPr>
              <w:rFonts w:ascii="Arial Black" w:hAnsi="Arial Black"/>
              <w:sz w:val="16"/>
            </w:rPr>
            <w:t>tel: 01/833-26-1</w:t>
          </w:r>
          <w:r w:rsidR="00C87C7E" w:rsidRPr="00707E9A">
            <w:rPr>
              <w:rFonts w:ascii="Arial Black" w:hAnsi="Arial Black"/>
              <w:sz w:val="16"/>
            </w:rPr>
            <w:t>0</w:t>
          </w:r>
        </w:p>
        <w:p w:rsidR="000A29F3" w:rsidRPr="00707E9A" w:rsidRDefault="000A29F3">
          <w:pPr>
            <w:jc w:val="right"/>
            <w:rPr>
              <w:rFonts w:ascii="Arial Black" w:hAnsi="Arial Black"/>
            </w:rPr>
          </w:pPr>
          <w:r w:rsidRPr="00707E9A">
            <w:rPr>
              <w:rFonts w:ascii="Arial Black" w:hAnsi="Arial Black"/>
              <w:sz w:val="16"/>
            </w:rPr>
            <w:t xml:space="preserve">                    fax: 01/833-26-30</w:t>
          </w:r>
        </w:p>
      </w:tc>
    </w:tr>
    <w:tr w:rsidR="000A29F3">
      <w:trPr>
        <w:cantSplit/>
      </w:trPr>
      <w:tc>
        <w:tcPr>
          <w:tcW w:w="4039" w:type="dxa"/>
        </w:tcPr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1134" w:type="dxa"/>
          <w:vMerge/>
        </w:tcPr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4037" w:type="dxa"/>
        </w:tcPr>
        <w:p w:rsidR="000A29F3" w:rsidRPr="00707E9A" w:rsidRDefault="006E653B">
          <w:pPr>
            <w:pStyle w:val="Noga"/>
            <w:jc w:val="right"/>
            <w:rPr>
              <w:sz w:val="16"/>
              <w:szCs w:val="16"/>
            </w:rPr>
          </w:pPr>
          <w:hyperlink r:id="rId2" w:history="1">
            <w:r w:rsidR="000A29F3" w:rsidRPr="00707E9A">
              <w:rPr>
                <w:rStyle w:val="Hiperpovezava"/>
                <w:color w:val="auto"/>
                <w:sz w:val="16"/>
                <w:szCs w:val="16"/>
              </w:rPr>
              <w:t>www.vodice.si</w:t>
            </w:r>
          </w:hyperlink>
          <w:r w:rsidR="000A29F3" w:rsidRPr="00707E9A">
            <w:rPr>
              <w:sz w:val="16"/>
              <w:szCs w:val="16"/>
            </w:rPr>
            <w:t xml:space="preserve">                                                                     </w:t>
          </w:r>
          <w:hyperlink r:id="rId3" w:history="1">
            <w:r w:rsidR="0001598C" w:rsidRPr="00707E9A">
              <w:rPr>
                <w:rStyle w:val="Hiperpovezava"/>
                <w:color w:val="auto"/>
                <w:sz w:val="16"/>
                <w:szCs w:val="16"/>
              </w:rPr>
              <w:t>obcina@vodice.si</w:t>
            </w:r>
          </w:hyperlink>
          <w:r w:rsidR="0001598C" w:rsidRPr="00707E9A">
            <w:rPr>
              <w:sz w:val="16"/>
              <w:szCs w:val="16"/>
            </w:rPr>
            <w:t xml:space="preserve"> </w:t>
          </w:r>
        </w:p>
        <w:p w:rsidR="000A29F3" w:rsidRPr="00707E9A" w:rsidRDefault="000A29F3">
          <w:pPr>
            <w:pStyle w:val="Noga"/>
            <w:jc w:val="right"/>
            <w:rPr>
              <w:rFonts w:ascii="Arial Black" w:hAnsi="Arial Black"/>
              <w:sz w:val="14"/>
            </w:rPr>
          </w:pPr>
        </w:p>
      </w:tc>
    </w:tr>
  </w:tbl>
  <w:p w:rsidR="000A29F3" w:rsidRDefault="000A29F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D115C"/>
    <w:multiLevelType w:val="hybridMultilevel"/>
    <w:tmpl w:val="AA1469AC"/>
    <w:lvl w:ilvl="0" w:tplc="394683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4BD8"/>
    <w:multiLevelType w:val="hybridMultilevel"/>
    <w:tmpl w:val="9BB869D4"/>
    <w:lvl w:ilvl="0" w:tplc="82846FF6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57AA3"/>
    <w:multiLevelType w:val="hybridMultilevel"/>
    <w:tmpl w:val="0B96F1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B60054"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20104"/>
    <w:multiLevelType w:val="hybridMultilevel"/>
    <w:tmpl w:val="2F1A80B4"/>
    <w:lvl w:ilvl="0" w:tplc="171AC564">
      <w:start w:val="12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E7824"/>
    <w:multiLevelType w:val="hybridMultilevel"/>
    <w:tmpl w:val="C9626166"/>
    <w:lvl w:ilvl="0" w:tplc="21C28B0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15DFD"/>
    <w:multiLevelType w:val="hybridMultilevel"/>
    <w:tmpl w:val="2DA6B122"/>
    <w:lvl w:ilvl="0" w:tplc="C8666F88">
      <w:start w:val="1"/>
      <w:numFmt w:val="decimal"/>
      <w:lvlText w:val="%1)"/>
      <w:lvlJc w:val="left"/>
      <w:pPr>
        <w:ind w:left="111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36" w:hanging="360"/>
      </w:pPr>
    </w:lvl>
    <w:lvl w:ilvl="2" w:tplc="0424001B" w:tentative="1">
      <w:start w:val="1"/>
      <w:numFmt w:val="lowerRoman"/>
      <w:lvlText w:val="%3."/>
      <w:lvlJc w:val="right"/>
      <w:pPr>
        <w:ind w:left="2556" w:hanging="180"/>
      </w:pPr>
    </w:lvl>
    <w:lvl w:ilvl="3" w:tplc="0424000F" w:tentative="1">
      <w:start w:val="1"/>
      <w:numFmt w:val="decimal"/>
      <w:lvlText w:val="%4."/>
      <w:lvlJc w:val="left"/>
      <w:pPr>
        <w:ind w:left="3276" w:hanging="360"/>
      </w:pPr>
    </w:lvl>
    <w:lvl w:ilvl="4" w:tplc="04240019" w:tentative="1">
      <w:start w:val="1"/>
      <w:numFmt w:val="lowerLetter"/>
      <w:lvlText w:val="%5."/>
      <w:lvlJc w:val="left"/>
      <w:pPr>
        <w:ind w:left="3996" w:hanging="360"/>
      </w:pPr>
    </w:lvl>
    <w:lvl w:ilvl="5" w:tplc="0424001B" w:tentative="1">
      <w:start w:val="1"/>
      <w:numFmt w:val="lowerRoman"/>
      <w:lvlText w:val="%6."/>
      <w:lvlJc w:val="right"/>
      <w:pPr>
        <w:ind w:left="4716" w:hanging="180"/>
      </w:pPr>
    </w:lvl>
    <w:lvl w:ilvl="6" w:tplc="0424000F" w:tentative="1">
      <w:start w:val="1"/>
      <w:numFmt w:val="decimal"/>
      <w:lvlText w:val="%7."/>
      <w:lvlJc w:val="left"/>
      <w:pPr>
        <w:ind w:left="5436" w:hanging="360"/>
      </w:pPr>
    </w:lvl>
    <w:lvl w:ilvl="7" w:tplc="04240019" w:tentative="1">
      <w:start w:val="1"/>
      <w:numFmt w:val="lowerLetter"/>
      <w:lvlText w:val="%8."/>
      <w:lvlJc w:val="left"/>
      <w:pPr>
        <w:ind w:left="6156" w:hanging="360"/>
      </w:pPr>
    </w:lvl>
    <w:lvl w:ilvl="8" w:tplc="0424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6" w15:restartNumberingAfterBreak="0">
    <w:nsid w:val="18687E20"/>
    <w:multiLevelType w:val="hybridMultilevel"/>
    <w:tmpl w:val="A5E23E08"/>
    <w:lvl w:ilvl="0" w:tplc="394683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E7D95"/>
    <w:multiLevelType w:val="multilevel"/>
    <w:tmpl w:val="3CE46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A155A24"/>
    <w:multiLevelType w:val="hybridMultilevel"/>
    <w:tmpl w:val="AA1469AC"/>
    <w:lvl w:ilvl="0" w:tplc="394683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F2778"/>
    <w:multiLevelType w:val="hybridMultilevel"/>
    <w:tmpl w:val="7A28E67A"/>
    <w:lvl w:ilvl="0" w:tplc="E83CF82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74AA2"/>
    <w:multiLevelType w:val="hybridMultilevel"/>
    <w:tmpl w:val="C062F952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955C2E"/>
    <w:multiLevelType w:val="multilevel"/>
    <w:tmpl w:val="153AA0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2001F83"/>
    <w:multiLevelType w:val="multilevel"/>
    <w:tmpl w:val="04240029"/>
    <w:lvl w:ilvl="0">
      <w:start w:val="1"/>
      <w:numFmt w:val="decimal"/>
      <w:pStyle w:val="Naslov1"/>
      <w:suff w:val="space"/>
      <w:lvlText w:val="%1. poglavje"/>
      <w:lvlJc w:val="left"/>
    </w:lvl>
    <w:lvl w:ilvl="1">
      <w:start w:val="1"/>
      <w:numFmt w:val="none"/>
      <w:pStyle w:val="Naslov2"/>
      <w:suff w:val="nothing"/>
      <w:lvlText w:val=""/>
      <w:lvlJc w:val="left"/>
    </w:lvl>
    <w:lvl w:ilvl="2">
      <w:start w:val="1"/>
      <w:numFmt w:val="none"/>
      <w:pStyle w:val="Naslov3"/>
      <w:suff w:val="nothing"/>
      <w:lvlText w:val=""/>
      <w:lvlJc w:val="left"/>
    </w:lvl>
    <w:lvl w:ilvl="3">
      <w:start w:val="1"/>
      <w:numFmt w:val="none"/>
      <w:pStyle w:val="Naslov4"/>
      <w:suff w:val="nothing"/>
      <w:lvlText w:val=""/>
      <w:lvlJc w:val="left"/>
    </w:lvl>
    <w:lvl w:ilvl="4">
      <w:start w:val="1"/>
      <w:numFmt w:val="none"/>
      <w:pStyle w:val="Naslov5"/>
      <w:suff w:val="nothing"/>
      <w:lvlText w:val=""/>
      <w:lvlJc w:val="left"/>
    </w:lvl>
    <w:lvl w:ilvl="5">
      <w:start w:val="1"/>
      <w:numFmt w:val="none"/>
      <w:pStyle w:val="Naslov6"/>
      <w:suff w:val="nothing"/>
      <w:lvlText w:val=""/>
      <w:lvlJc w:val="left"/>
    </w:lvl>
    <w:lvl w:ilvl="6">
      <w:start w:val="1"/>
      <w:numFmt w:val="none"/>
      <w:pStyle w:val="Naslov7"/>
      <w:suff w:val="nothing"/>
      <w:lvlText w:val=""/>
      <w:lvlJc w:val="left"/>
    </w:lvl>
    <w:lvl w:ilvl="7">
      <w:start w:val="1"/>
      <w:numFmt w:val="none"/>
      <w:pStyle w:val="Naslov8"/>
      <w:suff w:val="nothing"/>
      <w:lvlText w:val=""/>
      <w:lvlJc w:val="left"/>
    </w:lvl>
    <w:lvl w:ilvl="8">
      <w:start w:val="1"/>
      <w:numFmt w:val="none"/>
      <w:pStyle w:val="Naslov9"/>
      <w:suff w:val="nothing"/>
      <w:lvlText w:val=""/>
      <w:lvlJc w:val="left"/>
    </w:lvl>
  </w:abstractNum>
  <w:abstractNum w:abstractNumId="13" w15:restartNumberingAfterBreak="0">
    <w:nsid w:val="22C474D9"/>
    <w:multiLevelType w:val="multilevel"/>
    <w:tmpl w:val="8220A352"/>
    <w:name w:val="333"/>
    <w:lvl w:ilvl="0">
      <w:start w:val="1"/>
      <w:numFmt w:val="decimal"/>
      <w:pStyle w:val="Golobesedilo"/>
      <w:isLgl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42F4837"/>
    <w:multiLevelType w:val="hybridMultilevel"/>
    <w:tmpl w:val="A8CAF4C8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B83246"/>
    <w:multiLevelType w:val="hybridMultilevel"/>
    <w:tmpl w:val="0FCE8F82"/>
    <w:lvl w:ilvl="0" w:tplc="00D2EB3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4E3C03"/>
    <w:multiLevelType w:val="hybridMultilevel"/>
    <w:tmpl w:val="9A88E4B2"/>
    <w:lvl w:ilvl="0" w:tplc="A2DE8BF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023BA5"/>
    <w:multiLevelType w:val="hybridMultilevel"/>
    <w:tmpl w:val="F56A6794"/>
    <w:lvl w:ilvl="0" w:tplc="B1627160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D1225D"/>
    <w:multiLevelType w:val="hybridMultilevel"/>
    <w:tmpl w:val="8EF0F8D0"/>
    <w:lvl w:ilvl="0" w:tplc="9F946CE8">
      <w:start w:val="13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676F4"/>
    <w:multiLevelType w:val="hybridMultilevel"/>
    <w:tmpl w:val="596ACF3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D51B6"/>
    <w:multiLevelType w:val="multilevel"/>
    <w:tmpl w:val="046295F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DCC4030"/>
    <w:multiLevelType w:val="hybridMultilevel"/>
    <w:tmpl w:val="8486B2C0"/>
    <w:lvl w:ilvl="0" w:tplc="A01E49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13DCB"/>
    <w:multiLevelType w:val="hybridMultilevel"/>
    <w:tmpl w:val="D15069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1926FE"/>
    <w:multiLevelType w:val="hybridMultilevel"/>
    <w:tmpl w:val="C6A66C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8B4BBA"/>
    <w:multiLevelType w:val="hybridMultilevel"/>
    <w:tmpl w:val="ED14D9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C5A8B"/>
    <w:multiLevelType w:val="hybridMultilevel"/>
    <w:tmpl w:val="93B298C8"/>
    <w:lvl w:ilvl="0" w:tplc="98043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86DB4"/>
    <w:multiLevelType w:val="hybridMultilevel"/>
    <w:tmpl w:val="D97ACD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2F15C5"/>
    <w:multiLevelType w:val="hybridMultilevel"/>
    <w:tmpl w:val="ED14D9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218A8"/>
    <w:multiLevelType w:val="multilevel"/>
    <w:tmpl w:val="284A17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A03091E"/>
    <w:multiLevelType w:val="hybridMultilevel"/>
    <w:tmpl w:val="37FE591A"/>
    <w:lvl w:ilvl="0" w:tplc="3CB2D22A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3"/>
  </w:num>
  <w:num w:numId="5">
    <w:abstractNumId w:val="24"/>
  </w:num>
  <w:num w:numId="6">
    <w:abstractNumId w:val="27"/>
  </w:num>
  <w:num w:numId="7">
    <w:abstractNumId w:val="18"/>
  </w:num>
  <w:num w:numId="8">
    <w:abstractNumId w:val="9"/>
  </w:num>
  <w:num w:numId="9">
    <w:abstractNumId w:val="7"/>
  </w:num>
  <w:num w:numId="10">
    <w:abstractNumId w:val="28"/>
  </w:num>
  <w:num w:numId="11">
    <w:abstractNumId w:val="11"/>
  </w:num>
  <w:num w:numId="12">
    <w:abstractNumId w:val="23"/>
  </w:num>
  <w:num w:numId="13">
    <w:abstractNumId w:val="1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4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1"/>
  </w:num>
  <w:num w:numId="23">
    <w:abstractNumId w:val="4"/>
  </w:num>
  <w:num w:numId="24">
    <w:abstractNumId w:val="5"/>
  </w:num>
  <w:num w:numId="25">
    <w:abstractNumId w:val="22"/>
  </w:num>
  <w:num w:numId="26">
    <w:abstractNumId w:val="2"/>
  </w:num>
  <w:num w:numId="27">
    <w:abstractNumId w:val="10"/>
  </w:num>
  <w:num w:numId="28">
    <w:abstractNumId w:val="26"/>
  </w:num>
  <w:num w:numId="29">
    <w:abstractNumId w:val="21"/>
  </w:num>
  <w:num w:numId="30">
    <w:abstractNumId w:val="16"/>
  </w:num>
  <w:num w:numId="31">
    <w:abstractNumId w:val="0"/>
  </w:num>
  <w:num w:numId="32">
    <w:abstractNumId w:val="8"/>
  </w:num>
  <w:num w:numId="33">
    <w:abstractNumId w:val="6"/>
  </w:num>
  <w:num w:numId="34">
    <w:abstractNumId w:val="19"/>
  </w:num>
  <w:num w:numId="35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j7sQFobTRwHbSmMvia1oAG0RJV4=" w:salt="dHr/OvRIz+PB29QpYOIrfQ=="/>
  <w:defaultTabStop w:val="2552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F6"/>
    <w:rsid w:val="0000221F"/>
    <w:rsid w:val="0001598C"/>
    <w:rsid w:val="000232AC"/>
    <w:rsid w:val="0003556E"/>
    <w:rsid w:val="00054D4A"/>
    <w:rsid w:val="00070E04"/>
    <w:rsid w:val="00073530"/>
    <w:rsid w:val="00085C92"/>
    <w:rsid w:val="000A29F3"/>
    <w:rsid w:val="000B6646"/>
    <w:rsid w:val="000D5637"/>
    <w:rsid w:val="00121794"/>
    <w:rsid w:val="0012343B"/>
    <w:rsid w:val="00124154"/>
    <w:rsid w:val="00142E17"/>
    <w:rsid w:val="00156FDC"/>
    <w:rsid w:val="00160E8A"/>
    <w:rsid w:val="00162203"/>
    <w:rsid w:val="001721DC"/>
    <w:rsid w:val="001C0E9C"/>
    <w:rsid w:val="001C24F6"/>
    <w:rsid w:val="001E16B8"/>
    <w:rsid w:val="001F3EFD"/>
    <w:rsid w:val="001F4ACA"/>
    <w:rsid w:val="001F6B00"/>
    <w:rsid w:val="002067FC"/>
    <w:rsid w:val="002332E2"/>
    <w:rsid w:val="00252E02"/>
    <w:rsid w:val="0026638E"/>
    <w:rsid w:val="00266BED"/>
    <w:rsid w:val="002715B0"/>
    <w:rsid w:val="00272100"/>
    <w:rsid w:val="00280BD9"/>
    <w:rsid w:val="00286042"/>
    <w:rsid w:val="002C2E0A"/>
    <w:rsid w:val="002E3741"/>
    <w:rsid w:val="002E7A47"/>
    <w:rsid w:val="00324F26"/>
    <w:rsid w:val="00330E59"/>
    <w:rsid w:val="00347B63"/>
    <w:rsid w:val="00350C8B"/>
    <w:rsid w:val="003633C6"/>
    <w:rsid w:val="0037115B"/>
    <w:rsid w:val="003A2E2C"/>
    <w:rsid w:val="003B5FC3"/>
    <w:rsid w:val="003C59F6"/>
    <w:rsid w:val="003E225C"/>
    <w:rsid w:val="00401E45"/>
    <w:rsid w:val="00404640"/>
    <w:rsid w:val="00455D72"/>
    <w:rsid w:val="00473D84"/>
    <w:rsid w:val="00493452"/>
    <w:rsid w:val="004D29D2"/>
    <w:rsid w:val="004E459C"/>
    <w:rsid w:val="004E623F"/>
    <w:rsid w:val="004F4C8D"/>
    <w:rsid w:val="00504C5A"/>
    <w:rsid w:val="00505212"/>
    <w:rsid w:val="005063BA"/>
    <w:rsid w:val="00531F49"/>
    <w:rsid w:val="005335C6"/>
    <w:rsid w:val="005339C0"/>
    <w:rsid w:val="00544666"/>
    <w:rsid w:val="005719A3"/>
    <w:rsid w:val="005740C4"/>
    <w:rsid w:val="0058151B"/>
    <w:rsid w:val="005911E0"/>
    <w:rsid w:val="00597EF9"/>
    <w:rsid w:val="005B0B78"/>
    <w:rsid w:val="005B0FC6"/>
    <w:rsid w:val="005B4BC1"/>
    <w:rsid w:val="005B7BE1"/>
    <w:rsid w:val="005C3186"/>
    <w:rsid w:val="005C4C4F"/>
    <w:rsid w:val="005E3986"/>
    <w:rsid w:val="005F3FD4"/>
    <w:rsid w:val="00603802"/>
    <w:rsid w:val="00615909"/>
    <w:rsid w:val="00624701"/>
    <w:rsid w:val="00633656"/>
    <w:rsid w:val="0065753C"/>
    <w:rsid w:val="00662730"/>
    <w:rsid w:val="006756B8"/>
    <w:rsid w:val="00677DF7"/>
    <w:rsid w:val="0068603F"/>
    <w:rsid w:val="006B2022"/>
    <w:rsid w:val="006D46CA"/>
    <w:rsid w:val="006D7FCD"/>
    <w:rsid w:val="006E653B"/>
    <w:rsid w:val="006E6815"/>
    <w:rsid w:val="00700790"/>
    <w:rsid w:val="007073C2"/>
    <w:rsid w:val="00707E9A"/>
    <w:rsid w:val="00717725"/>
    <w:rsid w:val="00731177"/>
    <w:rsid w:val="007319CF"/>
    <w:rsid w:val="0073579C"/>
    <w:rsid w:val="007621D3"/>
    <w:rsid w:val="007E50DF"/>
    <w:rsid w:val="00837E86"/>
    <w:rsid w:val="008437E2"/>
    <w:rsid w:val="0084445D"/>
    <w:rsid w:val="0084453F"/>
    <w:rsid w:val="00852D95"/>
    <w:rsid w:val="00863AEF"/>
    <w:rsid w:val="008726EE"/>
    <w:rsid w:val="008A234B"/>
    <w:rsid w:val="008B44BD"/>
    <w:rsid w:val="008D0C53"/>
    <w:rsid w:val="008D294D"/>
    <w:rsid w:val="00916171"/>
    <w:rsid w:val="00924B81"/>
    <w:rsid w:val="00926C80"/>
    <w:rsid w:val="00947D3E"/>
    <w:rsid w:val="009B2ECC"/>
    <w:rsid w:val="009C73BF"/>
    <w:rsid w:val="009D038A"/>
    <w:rsid w:val="009D2598"/>
    <w:rsid w:val="009D65F2"/>
    <w:rsid w:val="009D6669"/>
    <w:rsid w:val="009E7DAB"/>
    <w:rsid w:val="00A15244"/>
    <w:rsid w:val="00A33A06"/>
    <w:rsid w:val="00A359E6"/>
    <w:rsid w:val="00A36776"/>
    <w:rsid w:val="00A4114C"/>
    <w:rsid w:val="00A46EDB"/>
    <w:rsid w:val="00A5239D"/>
    <w:rsid w:val="00A53866"/>
    <w:rsid w:val="00A55A76"/>
    <w:rsid w:val="00A67BAD"/>
    <w:rsid w:val="00A8335B"/>
    <w:rsid w:val="00A84B83"/>
    <w:rsid w:val="00AA3B3B"/>
    <w:rsid w:val="00AC0B92"/>
    <w:rsid w:val="00AE2579"/>
    <w:rsid w:val="00AF10E9"/>
    <w:rsid w:val="00AF4478"/>
    <w:rsid w:val="00AF72B6"/>
    <w:rsid w:val="00B15D74"/>
    <w:rsid w:val="00B344B4"/>
    <w:rsid w:val="00B44BD0"/>
    <w:rsid w:val="00B51B31"/>
    <w:rsid w:val="00B55E66"/>
    <w:rsid w:val="00B61094"/>
    <w:rsid w:val="00B8033F"/>
    <w:rsid w:val="00BA1B97"/>
    <w:rsid w:val="00BA41F1"/>
    <w:rsid w:val="00BD3E6A"/>
    <w:rsid w:val="00BE322B"/>
    <w:rsid w:val="00BF1EAA"/>
    <w:rsid w:val="00BF6731"/>
    <w:rsid w:val="00C03662"/>
    <w:rsid w:val="00C05C88"/>
    <w:rsid w:val="00C17711"/>
    <w:rsid w:val="00C22494"/>
    <w:rsid w:val="00C234A3"/>
    <w:rsid w:val="00C26AD8"/>
    <w:rsid w:val="00C4517B"/>
    <w:rsid w:val="00C458DB"/>
    <w:rsid w:val="00C47CEC"/>
    <w:rsid w:val="00C53AC6"/>
    <w:rsid w:val="00C8163C"/>
    <w:rsid w:val="00C87C7E"/>
    <w:rsid w:val="00CD5AD4"/>
    <w:rsid w:val="00CF1C15"/>
    <w:rsid w:val="00CF2CB9"/>
    <w:rsid w:val="00CF5714"/>
    <w:rsid w:val="00D021D3"/>
    <w:rsid w:val="00D04B91"/>
    <w:rsid w:val="00D11720"/>
    <w:rsid w:val="00D15831"/>
    <w:rsid w:val="00D61CF2"/>
    <w:rsid w:val="00DA5100"/>
    <w:rsid w:val="00DB5A29"/>
    <w:rsid w:val="00DC758C"/>
    <w:rsid w:val="00DD0D13"/>
    <w:rsid w:val="00DE2079"/>
    <w:rsid w:val="00DF54C3"/>
    <w:rsid w:val="00E073DD"/>
    <w:rsid w:val="00E2111E"/>
    <w:rsid w:val="00E52A85"/>
    <w:rsid w:val="00E6325B"/>
    <w:rsid w:val="00E65A3F"/>
    <w:rsid w:val="00E902FF"/>
    <w:rsid w:val="00EA5733"/>
    <w:rsid w:val="00EC4986"/>
    <w:rsid w:val="00EF798C"/>
    <w:rsid w:val="00F00D68"/>
    <w:rsid w:val="00F06389"/>
    <w:rsid w:val="00F40199"/>
    <w:rsid w:val="00F4238E"/>
    <w:rsid w:val="00F625B0"/>
    <w:rsid w:val="00F62BB7"/>
    <w:rsid w:val="00F62F08"/>
    <w:rsid w:val="00F85360"/>
    <w:rsid w:val="00F8671D"/>
    <w:rsid w:val="00FB0637"/>
    <w:rsid w:val="00FC2730"/>
    <w:rsid w:val="00FE26FD"/>
    <w:rsid w:val="00FE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CDAA2C4-08DD-49F0-8E49-42B2F2E9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47D3E"/>
  </w:style>
  <w:style w:type="paragraph" w:styleId="Naslov1">
    <w:name w:val="heading 1"/>
    <w:basedOn w:val="Navaden"/>
    <w:next w:val="Navaden"/>
    <w:qFormat/>
    <w:pPr>
      <w:keepNext/>
      <w:numPr>
        <w:numId w:val="2"/>
      </w:numPr>
      <w:outlineLvl w:val="0"/>
    </w:pPr>
    <w:rPr>
      <w:rFonts w:ascii="Arial Black" w:hAnsi="Arial Black"/>
      <w:b/>
      <w:sz w:val="24"/>
    </w:rPr>
  </w:style>
  <w:style w:type="paragraph" w:styleId="Naslov2">
    <w:name w:val="heading 2"/>
    <w:basedOn w:val="Navaden"/>
    <w:next w:val="Navaden"/>
    <w:qFormat/>
    <w:pPr>
      <w:keepNext/>
      <w:numPr>
        <w:ilvl w:val="1"/>
        <w:numId w:val="2"/>
      </w:numPr>
      <w:spacing w:before="240" w:after="60"/>
      <w:outlineLvl w:val="1"/>
    </w:pPr>
    <w:rPr>
      <w:b/>
      <w:i/>
      <w:sz w:val="24"/>
    </w:rPr>
  </w:style>
  <w:style w:type="paragraph" w:styleId="Naslov3">
    <w:name w:val="heading 3"/>
    <w:basedOn w:val="Navaden"/>
    <w:next w:val="Navaden"/>
    <w:qFormat/>
    <w:pPr>
      <w:keepNext/>
      <w:numPr>
        <w:ilvl w:val="2"/>
        <w:numId w:val="2"/>
      </w:numPr>
      <w:spacing w:before="240" w:after="60"/>
      <w:outlineLvl w:val="2"/>
    </w:pPr>
    <w:rPr>
      <w:sz w:val="24"/>
    </w:rPr>
  </w:style>
  <w:style w:type="paragraph" w:styleId="Naslov4">
    <w:name w:val="heading 4"/>
    <w:basedOn w:val="Navaden"/>
    <w:next w:val="Navaden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avaden"/>
    <w:next w:val="Navaden"/>
    <w:qFormat/>
    <w:pPr>
      <w:numPr>
        <w:ilvl w:val="4"/>
        <w:numId w:val="2"/>
      </w:numPr>
      <w:spacing w:before="240" w:after="60"/>
      <w:outlineLvl w:val="4"/>
    </w:pPr>
  </w:style>
  <w:style w:type="paragraph" w:styleId="Naslov6">
    <w:name w:val="heading 6"/>
    <w:basedOn w:val="Navaden"/>
    <w:next w:val="Navaden"/>
    <w:qFormat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</w:rPr>
  </w:style>
  <w:style w:type="paragraph" w:styleId="Naslov7">
    <w:name w:val="heading 7"/>
    <w:basedOn w:val="Navaden"/>
    <w:next w:val="Navaden"/>
    <w:qFormat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Naslov8">
    <w:name w:val="heading 8"/>
    <w:basedOn w:val="Navaden"/>
    <w:next w:val="Navaden"/>
    <w:qFormat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Naslov9">
    <w:name w:val="heading 9"/>
    <w:basedOn w:val="Navaden"/>
    <w:next w:val="Navaden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styleId="Hiperpovezava">
    <w:name w:val="Hyperlink"/>
    <w:rPr>
      <w:color w:val="0000FF"/>
      <w:u w:val="single"/>
    </w:rPr>
  </w:style>
  <w:style w:type="character" w:styleId="SledenaHiperpovezava">
    <w:name w:val="FollowedHyperlink"/>
    <w:rPr>
      <w:color w:val="800080"/>
      <w:u w:val="single"/>
    </w:rPr>
  </w:style>
  <w:style w:type="paragraph" w:styleId="Telobesedila">
    <w:name w:val="Body Text"/>
    <w:basedOn w:val="Navaden"/>
    <w:link w:val="TelobesedilaZnak"/>
    <w:pPr>
      <w:tabs>
        <w:tab w:val="left" w:pos="360"/>
      </w:tabs>
      <w:jc w:val="both"/>
    </w:pPr>
    <w:rPr>
      <w:rFonts w:ascii="Times New Roman" w:hAnsi="Times New Roman"/>
      <w:sz w:val="24"/>
    </w:rPr>
  </w:style>
  <w:style w:type="paragraph" w:styleId="Telobesedila-zamik">
    <w:name w:val="Body Text Indent"/>
    <w:basedOn w:val="Navaden"/>
    <w:pPr>
      <w:keepLines/>
      <w:jc w:val="both"/>
      <w:outlineLvl w:val="0"/>
    </w:pPr>
  </w:style>
  <w:style w:type="paragraph" w:styleId="Golobesedilo">
    <w:name w:val="Plain Text"/>
    <w:basedOn w:val="Navaden"/>
    <w:pPr>
      <w:numPr>
        <w:numId w:val="1"/>
      </w:numPr>
    </w:pPr>
    <w:rPr>
      <w:rFonts w:ascii="Courier New" w:hAnsi="Courier New"/>
      <w:sz w:val="20"/>
    </w:rPr>
  </w:style>
  <w:style w:type="paragraph" w:styleId="Telobesedila3">
    <w:name w:val="Body Text 3"/>
    <w:basedOn w:val="Navaden"/>
    <w:pPr>
      <w:keepNext/>
      <w:keepLines/>
      <w:spacing w:line="240" w:lineRule="atLeast"/>
      <w:jc w:val="both"/>
    </w:pPr>
    <w:rPr>
      <w:b/>
    </w:rPr>
  </w:style>
  <w:style w:type="paragraph" w:styleId="Besedilooblaka">
    <w:name w:val="Balloon Text"/>
    <w:basedOn w:val="Navaden"/>
    <w:semiHidden/>
    <w:rsid w:val="00B55E66"/>
    <w:rPr>
      <w:rFonts w:ascii="Tahoma" w:hAnsi="Tahoma" w:cs="Tahoma"/>
      <w:sz w:val="16"/>
      <w:szCs w:val="16"/>
    </w:rPr>
  </w:style>
  <w:style w:type="character" w:customStyle="1" w:styleId="NogaZnak">
    <w:name w:val="Noga Znak"/>
    <w:link w:val="Noga"/>
    <w:uiPriority w:val="99"/>
    <w:rsid w:val="00707E9A"/>
    <w:rPr>
      <w:rFonts w:ascii="Bookman Old Style" w:hAnsi="Bookman Old Style"/>
      <w:sz w:val="22"/>
    </w:rPr>
  </w:style>
  <w:style w:type="paragraph" w:customStyle="1" w:styleId="3372873BB58A4DED866D2BE34882C06C">
    <w:name w:val="3372873BB58A4DED866D2BE34882C06C"/>
    <w:rsid w:val="0084453F"/>
    <w:pPr>
      <w:spacing w:after="200" w:line="276" w:lineRule="auto"/>
    </w:pPr>
    <w:rPr>
      <w:rFonts w:ascii="Calibri" w:hAnsi="Calibri"/>
    </w:rPr>
  </w:style>
  <w:style w:type="paragraph" w:styleId="Odstavekseznama">
    <w:name w:val="List Paragraph"/>
    <w:basedOn w:val="Navaden"/>
    <w:uiPriority w:val="34"/>
    <w:qFormat/>
    <w:rsid w:val="00473D84"/>
    <w:pPr>
      <w:ind w:left="720"/>
      <w:contextualSpacing/>
    </w:pPr>
  </w:style>
  <w:style w:type="table" w:styleId="Tabelamrea">
    <w:name w:val="Table Grid"/>
    <w:basedOn w:val="Navadnatabela"/>
    <w:uiPriority w:val="59"/>
    <w:rsid w:val="005B4BC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3986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TelobesedilaZnak">
    <w:name w:val="Telo besedila Znak"/>
    <w:basedOn w:val="Privzetapisavaodstavka"/>
    <w:link w:val="Telobesedila"/>
    <w:rsid w:val="005C4C4F"/>
    <w:rPr>
      <w:rFonts w:ascii="Times New Roman" w:hAnsi="Times New Roman"/>
      <w:sz w:val="24"/>
    </w:rPr>
  </w:style>
  <w:style w:type="paragraph" w:styleId="Telobesedila2">
    <w:name w:val="Body Text 2"/>
    <w:basedOn w:val="Navaden"/>
    <w:link w:val="Telobesedila2Znak"/>
    <w:rsid w:val="00544666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544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vodice.si" TargetMode="External"/><Relationship Id="rId2" Type="http://schemas.openxmlformats.org/officeDocument/2006/relationships/hyperlink" Target="http://www.vodice.si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ndrap\AppData\Local\Microsoft\Windows\Temporary%20Internet%20Files\Content.Outlook\4UD7CJ0R\Enotna%20predloga%20OV%20-%205%20%205%20%202015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A7CCB2-CB23-4975-8C36-729D8198C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Enotna predloga OV - 5  5  2015</Template>
  <TotalTime>0</TotalTime>
  <Pages>4</Pages>
  <Words>888</Words>
  <Characters>6112</Characters>
  <Application>Microsoft Office Word</Application>
  <DocSecurity>12</DocSecurity>
  <Lines>50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</vt:lpstr>
      <vt:lpstr>Štev</vt:lpstr>
    </vt:vector>
  </TitlesOfParts>
  <Company>Občina Vodice</Company>
  <LinksUpToDate>false</LinksUpToDate>
  <CharactersWithSpaces>6987</CharactersWithSpaces>
  <SharedDoc>false</SharedDoc>
  <HLinks>
    <vt:vector size="12" baseType="variant">
      <vt:variant>
        <vt:i4>5243007</vt:i4>
      </vt:variant>
      <vt:variant>
        <vt:i4>3</vt:i4>
      </vt:variant>
      <vt:variant>
        <vt:i4>0</vt:i4>
      </vt:variant>
      <vt:variant>
        <vt:i4>5</vt:i4>
      </vt:variant>
      <vt:variant>
        <vt:lpwstr>mailto:obcina@vodice.si</vt:lpwstr>
      </vt:variant>
      <vt:variant>
        <vt:lpwstr/>
      </vt:variant>
      <vt:variant>
        <vt:i4>1900608</vt:i4>
      </vt:variant>
      <vt:variant>
        <vt:i4>0</vt:i4>
      </vt:variant>
      <vt:variant>
        <vt:i4>0</vt:i4>
      </vt:variant>
      <vt:variant>
        <vt:i4>5</vt:i4>
      </vt:variant>
      <vt:variant>
        <vt:lpwstr>http://www.vodice.si/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</dc:title>
  <dc:creator>Aleksandra Plevel</dc:creator>
  <cp:lastModifiedBy>Barbara Kalan</cp:lastModifiedBy>
  <cp:revision>2</cp:revision>
  <cp:lastPrinted>2015-06-15T08:27:00Z</cp:lastPrinted>
  <dcterms:created xsi:type="dcterms:W3CDTF">2025-08-29T11:13:00Z</dcterms:created>
  <dcterms:modified xsi:type="dcterms:W3CDTF">2025-08-29T11:13:00Z</dcterms:modified>
</cp:coreProperties>
</file>